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CellSpacing w:w="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"/>
        <w:gridCol w:w="2000"/>
        <w:gridCol w:w="1950"/>
        <w:gridCol w:w="2049"/>
        <w:gridCol w:w="2000"/>
        <w:gridCol w:w="1999"/>
        <w:gridCol w:w="2000"/>
        <w:gridCol w:w="2000"/>
      </w:tblGrid>
      <w:tr w:rsidR="00075D7E" w:rsidRPr="00DF11E8" w:rsidTr="00DF11E8">
        <w:trPr>
          <w:trHeight w:val="363"/>
          <w:tblCellSpacing w:w="29" w:type="dxa"/>
        </w:trPr>
        <w:tc>
          <w:tcPr>
            <w:tcW w:w="431" w:type="dxa"/>
            <w:vMerge w:val="restart"/>
            <w:shd w:val="clear" w:color="auto" w:fill="F2F2F2" w:themeFill="background1" w:themeFillShade="F2"/>
          </w:tcPr>
          <w:p w:rsidR="00075D7E" w:rsidRDefault="00075D7E"/>
        </w:tc>
        <w:tc>
          <w:tcPr>
            <w:tcW w:w="5941" w:type="dxa"/>
            <w:gridSpan w:val="3"/>
            <w:vMerge w:val="restart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46FF24C5" wp14:editId="45326B63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725170</wp:posOffset>
                      </wp:positionV>
                      <wp:extent cx="8441690" cy="297180"/>
                      <wp:effectExtent l="0" t="0" r="16510" b="26670"/>
                      <wp:wrapNone/>
                      <wp:docPr id="38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1690" cy="297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3BC" w:rsidRPr="006833BC" w:rsidRDefault="001349E8" w:rsidP="006833B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Each day choose a healthy eating challenge and a physical activity challenge the whole family can do together!! </w:t>
                                  </w:r>
                                  <w:r w:rsidRPr="005A3201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Put a star beside each </w:t>
                                  </w:r>
                                  <w:r w:rsidR="005A3201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challenge</w:t>
                                  </w:r>
                                  <w:r w:rsidRPr="005A3201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you </w:t>
                                  </w:r>
                                  <w:r w:rsidR="005A3201" w:rsidRPr="005A3201"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</w:rPr>
                                    <w:t>complete</w:t>
                                  </w:r>
                                  <w:r w:rsidR="005A3201">
                                    <w:rPr>
                                      <w:sz w:val="20"/>
                                      <w:szCs w:val="20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6.3pt;margin-top:57.1pt;width:664.7pt;height:23.4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">
                      <v:textbox>
                        <w:txbxContent>
                          <w:p w:rsidR="006833BC" w:rsidRPr="006833BC" w:rsidRDefault="001349E8" w:rsidP="006833B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Each day choose a healthy eating challenge and a physical activity challenge the whole family can do together!! </w:t>
                            </w:r>
                            <w:r w:rsidRPr="005A320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Put a star beside each </w:t>
                            </w:r>
                            <w:r w:rsidR="005A3201">
                              <w:rPr>
                                <w:b/>
                                <w:sz w:val="20"/>
                                <w:szCs w:val="20"/>
                              </w:rPr>
                              <w:t>challenge</w:t>
                            </w:r>
                            <w:r w:rsidRPr="005A320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you </w:t>
                            </w:r>
                            <w:r w:rsidR="005A3201" w:rsidRPr="005A320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complete</w:t>
                            </w:r>
                            <w:r w:rsidR="005A3201">
                              <w:rPr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3A4E9C4B" wp14:editId="74CEAF3A">
                      <wp:simplePos x="0" y="0"/>
                      <wp:positionH relativeFrom="column">
                        <wp:posOffset>1303655</wp:posOffset>
                      </wp:positionH>
                      <wp:positionV relativeFrom="paragraph">
                        <wp:posOffset>19685</wp:posOffset>
                      </wp:positionV>
                      <wp:extent cx="2310130" cy="704215"/>
                      <wp:effectExtent l="13970" t="8890" r="9525" b="10795"/>
                      <wp:wrapNone/>
                      <wp:docPr id="384" name="Text Box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0130" cy="704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F00" w:rsidRDefault="00CE5F00" w:rsidP="006833BC">
                                  <w:pPr>
                                    <w:jc w:val="center"/>
                                    <w:rPr>
                                      <w:rFonts w:ascii="Arial Black" w:hAnsi="Arial Black" w:cs="David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 Black" w:hAnsi="Arial Black" w:cs="David"/>
                                      <w:b/>
                                    </w:rPr>
                                    <w:t>MARCH</w:t>
                                  </w:r>
                                </w:p>
                                <w:p w:rsidR="006833BC" w:rsidRDefault="006833BC" w:rsidP="006833BC">
                                  <w:pPr>
                                    <w:jc w:val="center"/>
                                    <w:rPr>
                                      <w:rFonts w:ascii="Arial Black" w:hAnsi="Arial Black" w:cs="David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 Black" w:hAnsi="Arial Black" w:cs="David"/>
                                      <w:b/>
                                    </w:rPr>
                                    <w:t>FAMILY FITNESS CHALLENGE!!</w:t>
                                  </w:r>
                                </w:p>
                                <w:p w:rsidR="00CE5F00" w:rsidRPr="006833BC" w:rsidRDefault="00CE5F00" w:rsidP="006833BC">
                                  <w:pPr>
                                    <w:jc w:val="center"/>
                                    <w:rPr>
                                      <w:rFonts w:ascii="Arial Black" w:hAnsi="Arial Black" w:cs="David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5" o:spid="_x0000_s1027" type="#_x0000_t202" style="position:absolute;margin-left:102.65pt;margin-top:1.55pt;width:181.9pt;height:55.4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">
                      <v:textbox>
                        <w:txbxContent>
                          <w:p w:rsidR="00CE5F00" w:rsidRDefault="00CE5F00" w:rsidP="006833BC">
                            <w:pPr>
                              <w:jc w:val="center"/>
                              <w:rPr>
                                <w:rFonts w:ascii="Arial Black" w:hAnsi="Arial Black" w:cs="David"/>
                                <w:b/>
                              </w:rPr>
                            </w:pPr>
                            <w:r>
                              <w:rPr>
                                <w:rFonts w:ascii="Arial Black" w:hAnsi="Arial Black" w:cs="David"/>
                                <w:b/>
                              </w:rPr>
                              <w:t>MARCH</w:t>
                            </w:r>
                          </w:p>
                          <w:p w:rsidR="006833BC" w:rsidRDefault="006833BC" w:rsidP="006833BC">
                            <w:pPr>
                              <w:jc w:val="center"/>
                              <w:rPr>
                                <w:rFonts w:ascii="Arial Black" w:hAnsi="Arial Black" w:cs="David"/>
                                <w:b/>
                              </w:rPr>
                            </w:pPr>
                            <w:r>
                              <w:rPr>
                                <w:rFonts w:ascii="Arial Black" w:hAnsi="Arial Black" w:cs="David"/>
                                <w:b/>
                              </w:rPr>
                              <w:t>FAMILY FITNESS CHALLENGE!!</w:t>
                            </w:r>
                          </w:p>
                          <w:p w:rsidR="00CE5F00" w:rsidRPr="006833BC" w:rsidRDefault="00CE5F00" w:rsidP="006833BC">
                            <w:pPr>
                              <w:jc w:val="center"/>
                              <w:rPr>
                                <w:rFonts w:ascii="Arial Black" w:hAnsi="Arial Black" w:cs="David"/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82536F0" wp14:editId="06B95A3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-635</wp:posOffset>
                      </wp:positionV>
                      <wp:extent cx="3764280" cy="724535"/>
                      <wp:effectExtent l="0" t="0" r="0" b="1270"/>
                      <wp:wrapNone/>
                      <wp:docPr id="383" name="Text Box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64280" cy="724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5D7E" w:rsidRPr="006833BC" w:rsidRDefault="006833BC" w:rsidP="006833BC">
                                  <w:pPr>
                                    <w:rPr>
                                      <w:rFonts w:ascii="Arial Black" w:hAnsi="Arial Black" w:cs="David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FF"/>
                                    </w:rPr>
                                    <w:drawing>
                                      <wp:inline distT="0" distB="0" distL="0" distR="0" wp14:anchorId="22693713" wp14:editId="39729864">
                                        <wp:extent cx="1028700" cy="644202"/>
                                        <wp:effectExtent l="0" t="0" r="0" b="0"/>
                                        <wp:docPr id="7" name="irc_mi" descr="http://www.eatrightvt.org/gfx/FUTP60_rgb.jpg">
                                          <a:hlinkClick xmlns:a="http://schemas.openxmlformats.org/drawingml/2006/main" r:id="rId8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rc_mi" descr="http://www.eatrightvt.org/gfx/FUTP60_rgb.jpg">
                                                  <a:hlinkClick r:id="rId8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28700" cy="6442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6833BC">
                                    <w:rPr>
                                      <w:rFonts w:ascii="Arial Black" w:hAnsi="Arial Black" w:cs="David"/>
                                      <w:b/>
                                      <w:noProof/>
                                      <w:sz w:val="24"/>
                                      <w:szCs w:val="24"/>
                                    </w:rPr>
                                    <w:t xml:space="preserve">          </w:t>
                                  </w:r>
                                </w:p>
                              </w:txbxContent>
                            </wps:txbx>
                            <wps:bodyPr rot="0" vert="horz" wrap="square" lIns="91440" tIns="18288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1" o:spid="_x0000_s1028" type="#_x0000_t202" style="position:absolute;margin-left:.3pt;margin-top:-.05pt;width:296.4pt;height:57.0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" fillcolor="#f79646 [3209]" stroked="f">
                      <v:textbox inset=",1.44pt,0,0">
                        <w:txbxContent>
                          <w:p w:rsidR="00075D7E" w:rsidRPr="006833BC" w:rsidRDefault="006833BC" w:rsidP="006833BC">
                            <w:pPr>
                              <w:rPr>
                                <w:rFonts w:ascii="Arial Black" w:hAnsi="Arial Black" w:cs="David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72D936F6" wp14:editId="121E6B9D">
                                  <wp:extent cx="1028700" cy="644202"/>
                                  <wp:effectExtent l="0" t="0" r="0" b="0"/>
                                  <wp:docPr id="7" name="irc_mi" descr="http://www.eatrightvt.org/gfx/FUTP60_rgb.jpg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eatrightvt.org/gfx/FUTP60_rgb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442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833BC">
                              <w:rPr>
                                <w:rFonts w:ascii="Arial Black" w:hAnsi="Arial Black" w:cs="David"/>
                                <w:b/>
                                <w:noProof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12" w:type="dxa"/>
            <w:gridSpan w:val="4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FC6152C" wp14:editId="3D26E6C4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19685</wp:posOffset>
                      </wp:positionV>
                      <wp:extent cx="4834890" cy="160020"/>
                      <wp:effectExtent l="0" t="0" r="0" b="2540"/>
                      <wp:wrapNone/>
                      <wp:docPr id="382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489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6833BC">
                                  <w:pPr>
                                    <w:pStyle w:val="Instructions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029" type="#_x0000_t202" style="position:absolute;margin-left:6.2pt;margin-top:1.55pt;width:380.7pt;height:12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" filled="f" stroked="f">
                      <v:textbox inset="0,0,0,0">
                        <w:txbxContent>
                          <w:p w:rsidR="00075D7E" w:rsidRDefault="006833BC">
                            <w:pPr>
                              <w:pStyle w:val="Instructions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11E8">
              <w:t xml:space="preserve">    Week 1                Week 2            Week 3             Week 4              Week 5 </w:t>
            </w:r>
          </w:p>
        </w:tc>
      </w:tr>
      <w:tr w:rsidR="00075D7E" w:rsidRPr="00DF11E8" w:rsidTr="00DF11E8">
        <w:trPr>
          <w:trHeight w:val="744"/>
          <w:tblCellSpacing w:w="29" w:type="dxa"/>
        </w:trPr>
        <w:tc>
          <w:tcPr>
            <w:tcW w:w="431" w:type="dxa"/>
            <w:vMerge/>
            <w:shd w:val="clear" w:color="auto" w:fill="F2F2F2" w:themeFill="background1" w:themeFillShade="F2"/>
          </w:tcPr>
          <w:p w:rsidR="00075D7E" w:rsidRPr="00DF11E8" w:rsidRDefault="00075D7E"/>
        </w:tc>
        <w:tc>
          <w:tcPr>
            <w:tcW w:w="5941" w:type="dxa"/>
            <w:gridSpan w:val="3"/>
            <w:vMerge/>
            <w:shd w:val="clear" w:color="auto" w:fill="F2F2F2" w:themeFill="background1" w:themeFillShade="F2"/>
          </w:tcPr>
          <w:p w:rsidR="00075D7E" w:rsidRPr="00DF11E8" w:rsidRDefault="00075D7E" w:rsidP="00EE47D1">
            <w:pPr>
              <w:pStyle w:val="Days"/>
            </w:pPr>
          </w:p>
        </w:tc>
        <w:tc>
          <w:tcPr>
            <w:tcW w:w="7912" w:type="dxa"/>
            <w:gridSpan w:val="4"/>
            <w:shd w:val="clear" w:color="auto" w:fill="F2F2F2" w:themeFill="background1" w:themeFillShade="F2"/>
          </w:tcPr>
          <w:p w:rsidR="00075D7E" w:rsidRPr="00DF11E8" w:rsidRDefault="006833BC" w:rsidP="006833BC">
            <w:pPr>
              <w:jc w:val="center"/>
              <w:rPr>
                <w:noProof/>
              </w:rPr>
            </w:pPr>
            <w:r w:rsidRPr="00DF11E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186FC65F" wp14:editId="1319E3D6">
                      <wp:simplePos x="0" y="0"/>
                      <wp:positionH relativeFrom="column">
                        <wp:posOffset>42546</wp:posOffset>
                      </wp:positionH>
                      <wp:positionV relativeFrom="paragraph">
                        <wp:posOffset>33655</wp:posOffset>
                      </wp:positionV>
                      <wp:extent cx="4943249" cy="403225"/>
                      <wp:effectExtent l="0" t="0" r="0" b="0"/>
                      <wp:wrapNone/>
                      <wp:docPr id="375" name="Group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943249" cy="403225"/>
                                <a:chOff x="8165" y="1281"/>
                                <a:chExt cx="5145" cy="635"/>
                              </a:xfrm>
                            </wpg:grpSpPr>
                            <wps:wsp>
                              <wps:cNvPr id="376" name="Text Box 2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762" y="1293"/>
                                  <a:ext cx="809" cy="6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83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5D7E" w:rsidRDefault="00075D7E">
                                    <w:pPr>
                                      <w:pStyle w:val="SchoolActivities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b" anchorCtr="0" upright="1">
                                <a:noAutofit/>
                              </wps:bodyPr>
                            </wps:wsp>
                            <wps:wsp>
                              <wps:cNvPr id="377" name="Text Box 2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91" y="1293"/>
                                  <a:ext cx="809" cy="6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83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5D7E" w:rsidRDefault="00075D7E">
                                    <w:pPr>
                                      <w:pStyle w:val="SchoolActivities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b" anchorCtr="0" upright="1">
                                <a:noAutofit/>
                              </wps:bodyPr>
                            </wps:wsp>
                            <wps:wsp>
                              <wps:cNvPr id="378" name="Text Box 2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30" y="1289"/>
                                  <a:ext cx="809" cy="6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83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5D7E" w:rsidRDefault="00075D7E">
                                    <w:pPr>
                                      <w:pStyle w:val="SchoolActivities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b" anchorCtr="0" upright="1">
                                <a:noAutofit/>
                              </wps:bodyPr>
                            </wps:wsp>
                            <wps:wsp>
                              <wps:cNvPr id="379" name="Text Box 2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65" y="1289"/>
                                  <a:ext cx="809" cy="6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83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5D7E" w:rsidRDefault="00075D7E">
                                    <w:pPr>
                                      <w:pStyle w:val="SchoolActivities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b" anchorCtr="0" upright="1">
                                <a:noAutofit/>
                              </wps:bodyPr>
                            </wps:wsp>
                            <wps:wsp>
                              <wps:cNvPr id="380" name="Text Box 2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627" y="1289"/>
                                  <a:ext cx="809" cy="6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83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5D7E" w:rsidRDefault="0083615C">
                                    <w:pPr>
                                      <w:pStyle w:val="SchoolActivities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b" anchorCtr="0" upright="1">
                                <a:noAutofit/>
                              </wps:bodyPr>
                            </wps:wsp>
                            <wps:wsp>
                              <wps:cNvPr id="381" name="Text Box 2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501" y="1281"/>
                                  <a:ext cx="809" cy="6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83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5D7E" w:rsidRDefault="001349E8">
                                    <w:pPr>
                                      <w:pStyle w:val="SchoolActivities"/>
                                    </w:pPr>
                                    <w:r w:rsidRPr="006C1C49">
                                      <w:rPr>
                                        <w:sz w:val="14"/>
                                        <w:szCs w:val="14"/>
                                      </w:rPr>
                                      <w:t>Put a smiley face</w:t>
                                    </w:r>
                                    <w:r w:rsidR="006C1C49" w:rsidRPr="006C1C49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for</w:t>
                                    </w:r>
                                    <w:r w:rsidRPr="006C1C49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r w:rsidR="006C1C49" w:rsidRPr="006C1C49">
                                      <w:rPr>
                                        <w:sz w:val="14"/>
                                        <w:szCs w:val="14"/>
                                      </w:rPr>
                                      <w:t>completing whole</w:t>
                                    </w:r>
                                    <w:r w:rsidRPr="006C1C49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Pr="006C1C49">
                                      <w:rPr>
                                        <w:sz w:val="14"/>
                                        <w:szCs w:val="14"/>
                                      </w:rPr>
                                      <w:t>week</w:t>
                                    </w:r>
                                    <w:r w:rsidR="005A3201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.</w:t>
                                    </w:r>
                                    <w:proofErr w:type="gramEnd"/>
                                    <w:r w:rsidR="00186A72">
                                      <w:rPr>
                                        <w:noProof/>
                                        <w:sz w:val="16"/>
                                        <w:szCs w:val="16"/>
                                      </w:rPr>
                                      <w:t xml:space="preserve">     </w:t>
                                    </w:r>
                                    <w:r w:rsidR="00186A72">
                                      <w:rPr>
                                        <w:noProof/>
                                        <w:sz w:val="16"/>
                                        <w:szCs w:val="16"/>
                                      </w:rPr>
                                      <w:drawing>
                                        <wp:inline distT="0" distB="0" distL="0" distR="0" wp14:anchorId="4A198F97" wp14:editId="51A67DE1">
                                          <wp:extent cx="142875" cy="142875"/>
                                          <wp:effectExtent l="0" t="0" r="9525" b="9525"/>
                                          <wp:docPr id="6" name="Picture 6" descr="C:\Users\drew crystal\AppData\Local\Microsoft\Windows\Temporary Internet Files\Content.IE5\L0M86V29\MC900423159[1].wmf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 descr="C:\Users\drew crystal\AppData\Local\Microsoft\Windows\Temporary Internet Files\Content.IE5\L0M86V29\MC900423159[1].wmf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42875" cy="1428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b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3" o:spid="_x0000_s1030" style="position:absolute;left:0;text-align:left;margin-left:3.35pt;margin-top:2.65pt;width:389.25pt;height:31.75pt;z-index:251749376" coordorigin="8165,1281" coordsize="514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87" o:spid="_x0000_s1031" type="#_x0000_t202" style="position:absolute;left:10762;top:1293;width:809;height:62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2VJcQA&#10;AADcAAAADwAAAGRycy9kb3ducmV2LnhtbESPQWvCQBSE7wX/w/KE3uquDahEVxFLaU6F2qLXZ/a5&#10;CWbfhuw2if++Wyj0OMzMN8xmN7pG9NSF2rOG+UyBIC69qdlq+Pp8fVqBCBHZYOOZNNwpwG47edhg&#10;bvzAH9QfoxUJwiFHDVWMbS5lKCtyGGa+JU7e1XcOY5KdlabDIcFdI5+VWkiHNaeFCls6VFTejt9O&#10;w7t6qc3dvNnTsrDF2LfZWV1Y68fpuF+DiDTG//BfuzAasuUCfs+k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tlSXEAAAA3AAAAA8AAAAAAAAAAAAAAAAAmAIAAGRycy9k&#10;b3ducmV2LnhtbFBLBQYAAAAABAAEAPUAAACJAwAAAAA=&#10;" stroked="f">
                        <v:fill opacity="54484f"/>
                        <v:textbox inset="0,0,0,0">
                          <w:txbxContent>
                            <w:p w:rsidR="00075D7E" w:rsidRDefault="00075D7E">
                              <w:pPr>
                                <w:pStyle w:val="SchoolActivities"/>
                              </w:pPr>
                            </w:p>
                          </w:txbxContent>
                        </v:textbox>
                      </v:shape>
                      <v:shape id="Text Box 288" o:spid="_x0000_s1032" type="#_x0000_t202" style="position:absolute;left:9891;top:1293;width:809;height:62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EwvsMA&#10;AADcAAAADwAAAGRycy9kb3ducmV2LnhtbESPQWsCMRSE7wX/Q3hCbzWxgiurUUQp7kmoSnt9bl6z&#10;Szcvyyau679vCoUeh5n5hlltBteInrpQe9YwnSgQxKU3NVsNl/PbywJEiMgGG8+k4UEBNuvR0wpz&#10;4+/8Tv0pWpEgHHLUUMXY5lKGsiKHYeJb4uR9+c5hTLKz0nR4T3DXyFel5tJhzWmhwpZ2FZXfp5vT&#10;cFT72jzMwX5khS2Gvp19qitr/TwetksQkYb4H/5rF0bDLMvg90w6An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EwvsMAAADcAAAADwAAAAAAAAAAAAAAAACYAgAAZHJzL2Rv&#10;d25yZXYueG1sUEsFBgAAAAAEAAQA9QAAAIgDAAAAAA==&#10;" stroked="f">
                        <v:fill opacity="54484f"/>
                        <v:textbox inset="0,0,0,0">
                          <w:txbxContent>
                            <w:p w:rsidR="00075D7E" w:rsidRDefault="00075D7E">
                              <w:pPr>
                                <w:pStyle w:val="SchoolActivities"/>
                              </w:pPr>
                            </w:p>
                          </w:txbxContent>
                        </v:textbox>
                      </v:shape>
                      <v:shape id="Text Box 289" o:spid="_x0000_s1033" type="#_x0000_t202" style="position:absolute;left:9030;top:1289;width:809;height:62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6kzMAA&#10;AADcAAAADwAAAGRycy9kb3ducmV2LnhtbERPy4rCMBTdD/gP4QruxsQRRqlGEYfBrgZ8oNtrc02L&#10;zU1pMrX+/WQx4PJw3st172rRURsqzxomYwWCuPCmYqvhdPx+n4MIEdlg7Zk0PCnAejV4W2Jm/IP3&#10;1B2iFSmEQ4YayhibTMpQlOQwjH1DnLibbx3GBFsrTYuPFO5q+aHUp3RYcWoosaFtScX98Os0/Kiv&#10;yjzNzp5nuc37rple1JW1Hg37zQJEpD6+xP/u3GiYztLadCYdAb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b6kzMAAAADcAAAADwAAAAAAAAAAAAAAAACYAgAAZHJzL2Rvd25y&#10;ZXYueG1sUEsFBgAAAAAEAAQA9QAAAIUDAAAAAA==&#10;" stroked="f">
                        <v:fill opacity="54484f"/>
                        <v:textbox inset="0,0,0,0">
                          <w:txbxContent>
                            <w:p w:rsidR="00075D7E" w:rsidRDefault="00075D7E">
                              <w:pPr>
                                <w:pStyle w:val="SchoolActivities"/>
                              </w:pPr>
                            </w:p>
                          </w:txbxContent>
                        </v:textbox>
                      </v:shape>
                      <v:shape id="Text Box 290" o:spid="_x0000_s1034" type="#_x0000_t202" style="position:absolute;left:8165;top:1289;width:809;height:62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BV8QA&#10;AADcAAAADwAAAGRycy9kb3ducmV2LnhtbESPQWsCMRSE7wX/Q3hCb93EClq3RhFL6Z4K2qLX5+Y1&#10;u7h5WTbpuv57UxB6HGbmG2a5HlwjeupC7VnDJFMgiEtvarYavr/en15AhIhssPFMGq4UYL0aPSwx&#10;N/7CO+r30YoE4ZCjhirGNpcylBU5DJlviZP34zuHMcnOStPhJcFdI5+VmkmHNaeFClvaVlSe979O&#10;w6d6q83VfNjDvLDF0LfTozqx1o/jYfMKItIQ/8P3dmE0TOcL+DuTj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AVfEAAAA3AAAAA8AAAAAAAAAAAAAAAAAmAIAAGRycy9k&#10;b3ducmV2LnhtbFBLBQYAAAAABAAEAPUAAACJAwAAAAA=&#10;" stroked="f">
                        <v:fill opacity="54484f"/>
                        <v:textbox inset="0,0,0,0">
                          <w:txbxContent>
                            <w:p w:rsidR="00075D7E" w:rsidRDefault="00075D7E">
                              <w:pPr>
                                <w:pStyle w:val="SchoolActivities"/>
                              </w:pPr>
                            </w:p>
                          </w:txbxContent>
                        </v:textbox>
                      </v:shape>
                      <v:shape id="Text Box 291" o:spid="_x0000_s1035" type="#_x0000_t202" style="position:absolute;left:11627;top:1289;width:809;height:62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3Y7cAA&#10;AADcAAAADwAAAGRycy9kb3ducmV2LnhtbERPy4rCMBTdC/5DuMLsNBkFR6pRhhlkuhJ8oNtrc02L&#10;zU1pMrX+/WQhzPJw3qtN72rRURsqzxreJwoEceFNxVbD6bgdL0CEiGyw9kwanhRgsx4OVpgZ/+A9&#10;dYdoRQrhkKGGMsYmkzIUJTkME98QJ+7mW4cxwdZK0+IjhbtaTpWaS4cVp4YSG/oqqbgffp2Gnfqu&#10;zNP82PNHbvO+a2YXdWWt30b95xJEpD7+i1/u3GiYLdL8dCYdAb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h3Y7cAAAADcAAAADwAAAAAAAAAAAAAAAACYAgAAZHJzL2Rvd25y&#10;ZXYueG1sUEsFBgAAAAAEAAQA9QAAAIUDAAAAAA==&#10;" stroked="f">
                        <v:fill opacity="54484f"/>
                        <v:textbox inset="0,0,0,0">
                          <w:txbxContent>
                            <w:p w:rsidR="00075D7E" w:rsidRDefault="0083615C">
                              <w:pPr>
                                <w:pStyle w:val="SchoolActivities"/>
                              </w:pPr>
                              <w:r>
                                <w:t xml:space="preserve"> </w:t>
                              </w:r>
                              <w:bookmarkStart w:id="1" w:name="_GoBack"/>
                              <w:bookmarkEnd w:id="1"/>
                            </w:p>
                          </w:txbxContent>
                        </v:textbox>
                      </v:shape>
                      <v:shape id="Text Box 292" o:spid="_x0000_s1036" type="#_x0000_t202" style="position:absolute;left:12501;top:1281;width:809;height:62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F9dsQA&#10;AADcAAAADwAAAGRycy9kb3ducmV2LnhtbESPQWvCQBSE74L/YXmCN91NhVZS1yCWYk6Fquj1Nfu6&#10;Cc2+DdltjP++Wyj0OMzMN8ymGF0rBupD41lDtlQgiCtvGrYazqfXxRpEiMgGW8+k4U4Biu10ssHc&#10;+Bu/03CMViQIhxw11DF2uZShqslhWPqOOHmfvncYk+ytND3eEty18kGpR+mw4bRQY0f7mqqv47fT&#10;8KZeGnM3B3t5Km05Dt3qqj5Y6/ls3D2DiDTG//BfuzQaVusMfs+k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RfXbEAAAA3AAAAA8AAAAAAAAAAAAAAAAAmAIAAGRycy9k&#10;b3ducmV2LnhtbFBLBQYAAAAABAAEAPUAAACJAwAAAAA=&#10;" stroked="f">
                        <v:fill opacity="54484f"/>
                        <v:textbox inset="0,0,0,0">
                          <w:txbxContent>
                            <w:p w:rsidR="00075D7E" w:rsidRDefault="001349E8">
                              <w:pPr>
                                <w:pStyle w:val="SchoolActivities"/>
                              </w:pPr>
                              <w:r w:rsidRPr="006C1C49">
                                <w:rPr>
                                  <w:sz w:val="14"/>
                                  <w:szCs w:val="14"/>
                                </w:rPr>
                                <w:t>Put a smiley face</w:t>
                              </w:r>
                              <w:r w:rsidR="006C1C49" w:rsidRPr="006C1C49">
                                <w:rPr>
                                  <w:sz w:val="14"/>
                                  <w:szCs w:val="14"/>
                                </w:rPr>
                                <w:t xml:space="preserve"> for</w:t>
                              </w:r>
                              <w:r w:rsidRPr="006C1C49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6C1C49" w:rsidRPr="006C1C49">
                                <w:rPr>
                                  <w:sz w:val="14"/>
                                  <w:szCs w:val="14"/>
                                </w:rPr>
                                <w:t>completing whole</w:t>
                              </w:r>
                              <w:r w:rsidRPr="006C1C49">
                                <w:rPr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proofErr w:type="gramStart"/>
                              <w:r w:rsidRPr="006C1C49">
                                <w:rPr>
                                  <w:sz w:val="14"/>
                                  <w:szCs w:val="14"/>
                                </w:rPr>
                                <w:t>week</w:t>
                              </w:r>
                              <w:r w:rsidR="005A3201">
                                <w:rPr>
                                  <w:sz w:val="16"/>
                                  <w:szCs w:val="16"/>
                                </w:rPr>
                                <w:t xml:space="preserve"> .</w:t>
                              </w:r>
                              <w:proofErr w:type="gramEnd"/>
                              <w:r w:rsidR="00186A72">
                                <w:rPr>
                                  <w:noProof/>
                                  <w:sz w:val="16"/>
                                  <w:szCs w:val="16"/>
                                </w:rPr>
                                <w:t xml:space="preserve">     </w:t>
                              </w:r>
                              <w:r w:rsidR="00186A72">
                                <w:rPr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>
                                    <wp:extent cx="142875" cy="142875"/>
                                    <wp:effectExtent l="0" t="0" r="9525" b="9525"/>
                                    <wp:docPr id="6" name="Picture 6" descr="C:\Users\drew crystal\AppData\Local\Microsoft\Windows\Temporary Internet Files\Content.IE5\L0M86V29\MC900423159[1].wm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C:\Users\drew crystal\AppData\Local\Microsoft\Windows\Temporary Internet Files\Content.IE5\L0M86V29\MC900423159[1].wm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875" cy="1428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bookmarkStart w:id="0" w:name="_GoBack"/>
        <w:bookmarkEnd w:id="0"/>
      </w:tr>
      <w:tr w:rsidR="00075D7E" w:rsidRPr="00DF11E8" w:rsidTr="00DF11E8">
        <w:trPr>
          <w:cantSplit/>
          <w:trHeight w:hRule="exact" w:val="432"/>
          <w:tblCellSpacing w:w="29" w:type="dxa"/>
        </w:trPr>
        <w:tc>
          <w:tcPr>
            <w:tcW w:w="431" w:type="dxa"/>
            <w:shd w:val="clear" w:color="auto" w:fill="F2F2F2" w:themeFill="background1" w:themeFillShade="F2"/>
          </w:tcPr>
          <w:p w:rsidR="00075D7E" w:rsidRPr="00DF11E8" w:rsidRDefault="00075D7E"/>
        </w:tc>
        <w:tc>
          <w:tcPr>
            <w:tcW w:w="13911" w:type="dxa"/>
            <w:gridSpan w:val="7"/>
            <w:shd w:val="clear" w:color="auto" w:fill="F2F2F2" w:themeFill="background1" w:themeFillShade="F2"/>
            <w:vAlign w:val="center"/>
          </w:tcPr>
          <w:p w:rsidR="00075D7E" w:rsidRPr="00DF11E8" w:rsidRDefault="00075D7E" w:rsidP="006833BC">
            <w:pPr>
              <w:pStyle w:val="Month"/>
            </w:pPr>
          </w:p>
        </w:tc>
      </w:tr>
      <w:tr w:rsidR="00075D7E" w:rsidRPr="00DF11E8" w:rsidTr="00DF11E8">
        <w:trPr>
          <w:cantSplit/>
          <w:trHeight w:hRule="exact" w:val="432"/>
          <w:tblCellSpacing w:w="29" w:type="dxa"/>
        </w:trPr>
        <w:tc>
          <w:tcPr>
            <w:tcW w:w="431" w:type="dxa"/>
            <w:shd w:val="clear" w:color="auto" w:fill="F2F2F2" w:themeFill="background1" w:themeFillShade="F2"/>
          </w:tcPr>
          <w:p w:rsidR="00075D7E" w:rsidRPr="00DF11E8" w:rsidRDefault="00075D7E"/>
        </w:tc>
        <w:sdt>
          <w:sdtPr>
            <w:rPr>
              <w:rStyle w:val="DaysChar"/>
              <w:b/>
            </w:rPr>
            <w:id w:val="34714243"/>
            <w:placeholder>
              <w:docPart w:val="77EFB9104AE04C19ACFCBFE079944B33"/>
            </w:placeholder>
            <w:dropDownList>
              <w:listItem w:displayText="Monday" w:value="1"/>
              <w:listItem w:displayText="Tuesday" w:value="2"/>
              <w:listItem w:displayText="Wednesday" w:value="3"/>
              <w:listItem w:displayText="Thursday" w:value="4"/>
              <w:listItem w:displayText="Friday" w:value="5"/>
              <w:listItem w:displayText="Saturday" w:value="6"/>
              <w:listItem w:displayText="Sunday" w:value="7"/>
            </w:dropDownList>
          </w:sdtPr>
          <w:sdtEndPr>
            <w:rPr>
              <w:rStyle w:val="DaysChar"/>
            </w:rPr>
          </w:sdtEndPr>
          <w:sdtContent>
            <w:tc>
              <w:tcPr>
                <w:tcW w:w="1942" w:type="dxa"/>
                <w:shd w:val="clear" w:color="auto" w:fill="F2F2F2" w:themeFill="background1" w:themeFillShade="F2"/>
                <w:vAlign w:val="center"/>
              </w:tcPr>
              <w:p w:rsidR="00075D7E" w:rsidRPr="00DF11E8" w:rsidRDefault="00E45C15" w:rsidP="00EE47D1">
                <w:pPr>
                  <w:pStyle w:val="Days"/>
                </w:pPr>
                <w:r w:rsidRPr="00096FBB">
                  <w:rPr>
                    <w:rStyle w:val="DaysChar"/>
                    <w:b/>
                  </w:rPr>
                  <w:t>Monday</w:t>
                </w:r>
              </w:p>
            </w:tc>
          </w:sdtContent>
        </w:sdt>
        <w:sdt>
          <w:sdtPr>
            <w:id w:val="34714256"/>
            <w:placeholder>
              <w:docPart w:val="1E5525DA9F3F4350BD1E0874801C161F"/>
            </w:placeholder>
            <w:dropDownList>
              <w:listItem w:displayText="Monday" w:value="1"/>
              <w:listItem w:displayText="Tuesday" w:value="2"/>
              <w:listItem w:displayText="Wednesday" w:value="3"/>
              <w:listItem w:displayText="Thursday" w:value="4"/>
              <w:listItem w:displayText="Friday" w:value="5"/>
              <w:listItem w:displayText="Saturday" w:value="6"/>
              <w:listItem w:displayText="Sunday" w:value="7"/>
            </w:dropDownList>
          </w:sdtPr>
          <w:sdtEndPr/>
          <w:sdtContent>
            <w:tc>
              <w:tcPr>
                <w:tcW w:w="1892" w:type="dxa"/>
                <w:shd w:val="clear" w:color="auto" w:fill="F2F2F2" w:themeFill="background1" w:themeFillShade="F2"/>
                <w:vAlign w:val="center"/>
              </w:tcPr>
              <w:p w:rsidR="00075D7E" w:rsidRPr="00DF11E8" w:rsidRDefault="00E45C15" w:rsidP="00EE47D1">
                <w:pPr>
                  <w:pStyle w:val="Days"/>
                </w:pPr>
                <w:r w:rsidRPr="00DF11E8">
                  <w:t>Tuesday</w:t>
                </w:r>
              </w:p>
            </w:tc>
          </w:sdtContent>
        </w:sdt>
        <w:sdt>
          <w:sdtPr>
            <w:rPr>
              <w:rStyle w:val="DaysChar"/>
              <w:b/>
            </w:rPr>
            <w:id w:val="34714257"/>
            <w:placeholder>
              <w:docPart w:val="6F06D9D4C4554F198B9262BC536D7F0C"/>
            </w:placeholder>
            <w:dropDownList>
              <w:listItem w:displayText="Monday" w:value="1"/>
              <w:listItem w:displayText="Tuesday" w:value="2"/>
              <w:listItem w:displayText="Wednesday" w:value="3"/>
              <w:listItem w:displayText="Thursday" w:value="4"/>
              <w:listItem w:displayText="Friday" w:value="5"/>
              <w:listItem w:displayText="Saturday" w:value="6"/>
              <w:listItem w:displayText="Sunday" w:value="7"/>
            </w:dropDownList>
          </w:sdtPr>
          <w:sdtEndPr>
            <w:rPr>
              <w:rStyle w:val="DaysChar"/>
            </w:rPr>
          </w:sdtEndPr>
          <w:sdtContent>
            <w:tc>
              <w:tcPr>
                <w:tcW w:w="1991" w:type="dxa"/>
                <w:shd w:val="clear" w:color="auto" w:fill="F2F2F2" w:themeFill="background1" w:themeFillShade="F2"/>
                <w:vAlign w:val="center"/>
              </w:tcPr>
              <w:p w:rsidR="00075D7E" w:rsidRPr="00DF11E8" w:rsidRDefault="00E45C15" w:rsidP="00EE47D1">
                <w:pPr>
                  <w:pStyle w:val="Days"/>
                </w:pPr>
                <w:r w:rsidRPr="00096FBB">
                  <w:rPr>
                    <w:rStyle w:val="DaysChar"/>
                    <w:b/>
                  </w:rPr>
                  <w:t>Wednesday</w:t>
                </w:r>
              </w:p>
            </w:tc>
          </w:sdtContent>
        </w:sdt>
        <w:sdt>
          <w:sdtPr>
            <w:rPr>
              <w:rStyle w:val="DaysChar"/>
              <w:b/>
            </w:rPr>
            <w:id w:val="34714258"/>
            <w:placeholder>
              <w:docPart w:val="FE4FAAEB91DC4652BBDB2CDAF2DE30DF"/>
            </w:placeholder>
            <w:dropDownList>
              <w:listItem w:displayText="Monday" w:value="1"/>
              <w:listItem w:displayText="Tuesday" w:value="2"/>
              <w:listItem w:displayText="Wednesday" w:value="3"/>
              <w:listItem w:displayText="Thursday" w:value="4"/>
              <w:listItem w:displayText="Friday" w:value="5"/>
              <w:listItem w:displayText="Saturday" w:value="6"/>
              <w:listItem w:displayText="Sunday" w:value="7"/>
            </w:dropDownList>
          </w:sdtPr>
          <w:sdtEndPr>
            <w:rPr>
              <w:rStyle w:val="DaysChar"/>
            </w:rPr>
          </w:sdtEndPr>
          <w:sdtContent>
            <w:tc>
              <w:tcPr>
                <w:tcW w:w="1942" w:type="dxa"/>
                <w:shd w:val="clear" w:color="auto" w:fill="F2F2F2" w:themeFill="background1" w:themeFillShade="F2"/>
                <w:vAlign w:val="center"/>
              </w:tcPr>
              <w:p w:rsidR="00075D7E" w:rsidRPr="00096FBB" w:rsidRDefault="00E45C15" w:rsidP="00EE47D1">
                <w:pPr>
                  <w:pStyle w:val="Days"/>
                  <w:rPr>
                    <w:b w:val="0"/>
                  </w:rPr>
                </w:pPr>
                <w:r w:rsidRPr="00096FBB">
                  <w:rPr>
                    <w:rStyle w:val="DaysChar"/>
                    <w:b/>
                  </w:rPr>
                  <w:t>Thursday</w:t>
                </w:r>
              </w:p>
            </w:tc>
          </w:sdtContent>
        </w:sdt>
        <w:sdt>
          <w:sdtPr>
            <w:rPr>
              <w:rStyle w:val="DaysChar"/>
              <w:b/>
            </w:rPr>
            <w:id w:val="34714259"/>
            <w:placeholder>
              <w:docPart w:val="DF579BB914604DBC90F80D4EDB03C17B"/>
            </w:placeholder>
            <w:dropDownList>
              <w:listItem w:displayText="Monday" w:value="1"/>
              <w:listItem w:displayText="Tuesday" w:value="2"/>
              <w:listItem w:displayText="Wednesday" w:value="3"/>
              <w:listItem w:displayText="Thursday" w:value="4"/>
              <w:listItem w:displayText="Friday" w:value="5"/>
              <w:listItem w:displayText="Saturday" w:value="6"/>
              <w:listItem w:displayText="Sunday" w:value="7"/>
            </w:dropDownList>
          </w:sdtPr>
          <w:sdtEndPr>
            <w:rPr>
              <w:rStyle w:val="DaysChar"/>
            </w:rPr>
          </w:sdtEndPr>
          <w:sdtContent>
            <w:tc>
              <w:tcPr>
                <w:tcW w:w="1941" w:type="dxa"/>
                <w:shd w:val="clear" w:color="auto" w:fill="F2F2F2" w:themeFill="background1" w:themeFillShade="F2"/>
                <w:vAlign w:val="center"/>
              </w:tcPr>
              <w:p w:rsidR="00075D7E" w:rsidRPr="00096FBB" w:rsidRDefault="00E45C15" w:rsidP="00EE47D1">
                <w:pPr>
                  <w:pStyle w:val="Days"/>
                  <w:rPr>
                    <w:b w:val="0"/>
                  </w:rPr>
                </w:pPr>
                <w:r w:rsidRPr="00096FBB">
                  <w:rPr>
                    <w:rStyle w:val="DaysChar"/>
                    <w:b/>
                  </w:rPr>
                  <w:t>Friday</w:t>
                </w:r>
              </w:p>
            </w:tc>
          </w:sdtContent>
        </w:sdt>
        <w:sdt>
          <w:sdtPr>
            <w:rPr>
              <w:rStyle w:val="DaysChar"/>
              <w:b/>
            </w:rPr>
            <w:id w:val="34714260"/>
            <w:placeholder>
              <w:docPart w:val="5A976E65E5134AF696C262C902ACA0E8"/>
            </w:placeholder>
            <w:dropDownList>
              <w:listItem w:displayText="Monday" w:value="1"/>
              <w:listItem w:displayText="Tuesday" w:value="2"/>
              <w:listItem w:displayText="Wednesday" w:value="3"/>
              <w:listItem w:displayText="Thursday" w:value="4"/>
              <w:listItem w:displayText="Friday" w:value="5"/>
              <w:listItem w:displayText="Saturday" w:value="6"/>
              <w:listItem w:displayText="Sunday" w:value="7"/>
            </w:dropDownList>
          </w:sdtPr>
          <w:sdtEndPr>
            <w:rPr>
              <w:rStyle w:val="DaysChar"/>
            </w:rPr>
          </w:sdtEndPr>
          <w:sdtContent>
            <w:tc>
              <w:tcPr>
                <w:tcW w:w="1942" w:type="dxa"/>
                <w:shd w:val="clear" w:color="auto" w:fill="F2F2F2" w:themeFill="background1" w:themeFillShade="F2"/>
                <w:vAlign w:val="center"/>
              </w:tcPr>
              <w:p w:rsidR="00075D7E" w:rsidRPr="00096FBB" w:rsidRDefault="00E45C15" w:rsidP="00EE47D1">
                <w:pPr>
                  <w:pStyle w:val="Days"/>
                  <w:rPr>
                    <w:b w:val="0"/>
                  </w:rPr>
                </w:pPr>
                <w:r w:rsidRPr="00096FBB">
                  <w:rPr>
                    <w:rStyle w:val="DaysChar"/>
                    <w:b/>
                  </w:rPr>
                  <w:t>Saturday</w:t>
                </w:r>
              </w:p>
            </w:tc>
          </w:sdtContent>
        </w:sdt>
        <w:sdt>
          <w:sdtPr>
            <w:rPr>
              <w:rStyle w:val="DaysChar"/>
              <w:b/>
            </w:rPr>
            <w:id w:val="34714261"/>
            <w:placeholder>
              <w:docPart w:val="D41AEF09C9E84AE69E286E00E2DE6636"/>
            </w:placeholder>
            <w:dropDownList>
              <w:listItem w:displayText="Monday" w:value="1"/>
              <w:listItem w:displayText="Tuesday" w:value="2"/>
              <w:listItem w:displayText="Wednesday" w:value="3"/>
              <w:listItem w:displayText="Thursday" w:value="4"/>
              <w:listItem w:displayText="Friday" w:value="5"/>
              <w:listItem w:displayText="Saturday" w:value="6"/>
              <w:listItem w:displayText="Sunday" w:value="7"/>
            </w:dropDownList>
          </w:sdtPr>
          <w:sdtEndPr>
            <w:rPr>
              <w:rStyle w:val="DaysChar"/>
            </w:rPr>
          </w:sdtEndPr>
          <w:sdtContent>
            <w:tc>
              <w:tcPr>
                <w:tcW w:w="1913" w:type="dxa"/>
                <w:shd w:val="clear" w:color="auto" w:fill="F2F2F2" w:themeFill="background1" w:themeFillShade="F2"/>
                <w:vAlign w:val="center"/>
              </w:tcPr>
              <w:p w:rsidR="00075D7E" w:rsidRPr="00096FBB" w:rsidRDefault="00E45C15" w:rsidP="00EE47D1">
                <w:pPr>
                  <w:pStyle w:val="Days"/>
                  <w:rPr>
                    <w:b w:val="0"/>
                  </w:rPr>
                </w:pPr>
                <w:r w:rsidRPr="00096FBB">
                  <w:rPr>
                    <w:rStyle w:val="DaysChar"/>
                    <w:b/>
                  </w:rPr>
                  <w:t>Sunday</w:t>
                </w:r>
              </w:p>
            </w:tc>
          </w:sdtContent>
        </w:sdt>
      </w:tr>
      <w:tr w:rsidR="00DF11E8" w:rsidRPr="00DF11E8" w:rsidTr="00DF11E8">
        <w:trPr>
          <w:cantSplit/>
          <w:trHeight w:hRule="exact" w:val="1613"/>
          <w:tblCellSpacing w:w="29" w:type="dxa"/>
        </w:trPr>
        <w:tc>
          <w:tcPr>
            <w:tcW w:w="431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3463A7E" wp14:editId="183EE4FE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4200525</wp:posOffset>
                      </wp:positionV>
                      <wp:extent cx="198755" cy="933450"/>
                      <wp:effectExtent l="3810" t="0" r="0" b="1270"/>
                      <wp:wrapNone/>
                      <wp:docPr id="374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933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EE47D1" w:rsidP="00EE47D1">
                                  <w:pPr>
                                    <w:pStyle w:val="WeekNumbersLetters"/>
                                  </w:pPr>
                                  <w:r>
                                    <w:t>Week 5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5" o:spid="_x0000_s1037" type="#_x0000_t202" style="position:absolute;margin-left:2.55pt;margin-top:330.75pt;width:15.65pt;height:73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" filled="f" stroked="f">
                      <v:textbox style="layout-flow:vertical;mso-layout-flow-alt:bottom-to-top" inset="0,0,0,0">
                        <w:txbxContent>
                          <w:p w:rsidR="00075D7E" w:rsidRDefault="00EE47D1" w:rsidP="00EE47D1">
                            <w:pPr>
                              <w:pStyle w:val="WeekNumbersLetters"/>
                            </w:pPr>
                            <w:r>
                              <w:t>Week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FE3A95C" wp14:editId="1BE4F408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3163570</wp:posOffset>
                      </wp:positionV>
                      <wp:extent cx="198755" cy="933450"/>
                      <wp:effectExtent l="3810" t="0" r="0" b="0"/>
                      <wp:wrapNone/>
                      <wp:docPr id="373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933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EE47D1" w:rsidP="00EE47D1">
                                  <w:pPr>
                                    <w:pStyle w:val="WeekNumbersLetters"/>
                                  </w:pPr>
                                  <w:r>
                                    <w:t>Week 4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4" o:spid="_x0000_s1038" type="#_x0000_t202" style="position:absolute;margin-left:2.55pt;margin-top:249.1pt;width:15.65pt;height:7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" filled="f" stroked="f">
                      <v:textbox style="layout-flow:vertical;mso-layout-flow-alt:bottom-to-top" inset="0,0,0,0">
                        <w:txbxContent>
                          <w:p w:rsidR="00075D7E" w:rsidRDefault="00EE47D1" w:rsidP="00EE47D1">
                            <w:pPr>
                              <w:pStyle w:val="WeekNumbersLetters"/>
                            </w:pPr>
                            <w:r>
                              <w:t>Week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972A6EE" wp14:editId="7E7AD1F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2128520</wp:posOffset>
                      </wp:positionV>
                      <wp:extent cx="198755" cy="933450"/>
                      <wp:effectExtent l="3810" t="3175" r="0" b="0"/>
                      <wp:wrapNone/>
                      <wp:docPr id="372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933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EE47D1" w:rsidP="00EE47D1">
                                  <w:pPr>
                                    <w:pStyle w:val="WeekNumbersLetters"/>
                                  </w:pPr>
                                  <w:r>
                                    <w:t>Week 3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039" type="#_x0000_t202" style="position:absolute;margin-left:2.55pt;margin-top:167.6pt;width:15.65pt;height:73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" filled="f" stroked="f">
                      <v:textbox style="layout-flow:vertical;mso-layout-flow-alt:bottom-to-top" inset="0,0,0,0">
                        <w:txbxContent>
                          <w:p w:rsidR="00075D7E" w:rsidRDefault="00EE47D1" w:rsidP="00EE47D1">
                            <w:pPr>
                              <w:pStyle w:val="WeekNumbersLetters"/>
                            </w:pPr>
                            <w:r>
                              <w:t>Week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8D72629" wp14:editId="00DFDCC6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1080135</wp:posOffset>
                      </wp:positionV>
                      <wp:extent cx="198755" cy="933450"/>
                      <wp:effectExtent l="3810" t="2540" r="0" b="0"/>
                      <wp:wrapNone/>
                      <wp:docPr id="371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933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EE47D1" w:rsidP="00EE47D1">
                                  <w:pPr>
                                    <w:pStyle w:val="WeekNumbersLetters"/>
                                  </w:pPr>
                                  <w:r>
                                    <w:t>Week 2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040" type="#_x0000_t202" style="position:absolute;margin-left:2.55pt;margin-top:85.05pt;width:15.65pt;height:73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" filled="f" stroked="f">
                      <v:textbox style="layout-flow:vertical;mso-layout-flow-alt:bottom-to-top" inset="0,0,0,0">
                        <w:txbxContent>
                          <w:p w:rsidR="00075D7E" w:rsidRDefault="00EE47D1" w:rsidP="00EE47D1">
                            <w:pPr>
                              <w:pStyle w:val="WeekNumbersLetters"/>
                            </w:pPr>
                            <w:r>
                              <w:t>Week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7253E4B" wp14:editId="5AD39D16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38735</wp:posOffset>
                      </wp:positionV>
                      <wp:extent cx="198755" cy="933450"/>
                      <wp:effectExtent l="3810" t="0" r="0" b="635"/>
                      <wp:wrapNone/>
                      <wp:docPr id="370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933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EE47D1" w:rsidP="00EE47D1">
                                  <w:pPr>
                                    <w:pStyle w:val="WeekNumbersLetters"/>
                                  </w:pPr>
                                  <w:r>
                                    <w:t>Week 1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041" type="#_x0000_t202" style="position:absolute;margin-left:2.55pt;margin-top:3.05pt;width:15.65pt;height:73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" filled="f" stroked="f">
                      <v:textbox style="layout-flow:vertical;mso-layout-flow-alt:bottom-to-top" inset="0,0,0,0">
                        <w:txbxContent>
                          <w:p w:rsidR="00075D7E" w:rsidRDefault="00EE47D1" w:rsidP="00EE47D1">
                            <w:pPr>
                              <w:pStyle w:val="WeekNumbersLetters"/>
                            </w:pPr>
                            <w:r>
                              <w:t>Week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33E322B" wp14:editId="04175D56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38735</wp:posOffset>
                      </wp:positionV>
                      <wp:extent cx="905510" cy="367030"/>
                      <wp:effectExtent l="13335" t="8890" r="5080" b="5080"/>
                      <wp:wrapNone/>
                      <wp:docPr id="369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551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EB6CC2" w:rsidRDefault="00CE5F00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EB6CC2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  <w:t>Ex:</w:t>
                                  </w:r>
                                  <w:r w:rsidRPr="00EB6CC2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Eat 1 fruit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42" style="position:absolute;margin-left:22.35pt;margin-top:3.05pt;width:71.3pt;height:28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EB6CC2" w:rsidRDefault="00CE5F00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bookmarkStart w:id="1" w:name="_GoBack"/>
                            <w:r w:rsidRPr="00EB6CC2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Ex:</w:t>
                            </w:r>
                            <w:r w:rsidRPr="00EB6CC2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Eat 1 fruit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F646B30" wp14:editId="1A70CABB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10160</wp:posOffset>
                      </wp:positionV>
                      <wp:extent cx="269875" cy="269875"/>
                      <wp:effectExtent l="10160" t="8890" r="5715" b="6985"/>
                      <wp:wrapNone/>
                      <wp:docPr id="368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9134392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E45C15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----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43" style="position:absolute;margin-left:1.1pt;margin-top:.8pt;width:21.25pt;height:21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9134392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E45C15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----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41E1FEC" wp14:editId="42BB8D06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441325</wp:posOffset>
                      </wp:positionV>
                      <wp:extent cx="1149985" cy="530860"/>
                      <wp:effectExtent l="8255" t="11430" r="13335" b="10160"/>
                      <wp:wrapNone/>
                      <wp:docPr id="367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Pr="00CE5F00" w:rsidRDefault="00CE5F00" w:rsidP="00E45C1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E5F00">
                                    <w:rPr>
                                      <w:sz w:val="20"/>
                                      <w:szCs w:val="20"/>
                                    </w:rPr>
                                    <w:t>Do push up’s during each commercial.</w:t>
                                  </w:r>
                                </w:p>
                                <w:p w:rsidR="00CE5F00" w:rsidRDefault="00CE5F00" w:rsidP="00E45C15">
                                  <w:r w:rsidRPr="00CE5F00">
                                    <w:rPr>
                                      <w:sz w:val="20"/>
                                      <w:szCs w:val="20"/>
                                    </w:rPr>
                                    <w:t>Go for a walk 15</w:t>
                                  </w:r>
                                  <w:r>
                                    <w:t xml:space="preserve"> min.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4" type="#_x0000_t202" style="position:absolute;margin-left:3.2pt;margin-top:34.75pt;width:90.55pt;height:41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" filled="f" strokecolor="#e36c0a [2409]">
                      <v:textbox inset="0,0,0,0">
                        <w:txbxContent>
                          <w:p w:rsidR="00075D7E" w:rsidRPr="00CE5F00" w:rsidRDefault="00CE5F00" w:rsidP="00E45C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E5F00">
                              <w:rPr>
                                <w:sz w:val="20"/>
                                <w:szCs w:val="20"/>
                              </w:rPr>
                              <w:t>Do push up’s during each commercial.</w:t>
                            </w:r>
                          </w:p>
                          <w:p w:rsidR="00CE5F00" w:rsidRDefault="00CE5F00" w:rsidP="00E45C15">
                            <w:r w:rsidRPr="00CE5F00">
                              <w:rPr>
                                <w:sz w:val="20"/>
                                <w:szCs w:val="20"/>
                              </w:rPr>
                              <w:t>Go for a walk 15</w:t>
                            </w:r>
                            <w:r>
                              <w:t xml:space="preserve"> min.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9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01E0336" wp14:editId="0A6DF4E7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38735</wp:posOffset>
                      </wp:positionV>
                      <wp:extent cx="905510" cy="367030"/>
                      <wp:effectExtent l="9525" t="8890" r="8890" b="5080"/>
                      <wp:wrapNone/>
                      <wp:docPr id="36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551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Default="00CE5F00" w:rsidP="00CE5F00">
                                  <w:pPr>
                                    <w:pStyle w:val="Instructions"/>
                                    <w:jc w:val="left"/>
                                  </w:pPr>
                                  <w:r w:rsidRPr="005D5FD0">
                                    <w:rPr>
                                      <w:b/>
                                    </w:rPr>
                                    <w:t>EX</w:t>
                                  </w:r>
                                  <w:r>
                                    <w:t>. Eat 1 veggie</w:t>
                                  </w:r>
                                </w:p>
                                <w:p w:rsidR="00075D7E" w:rsidRDefault="005A3201"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45676E2" wp14:editId="341BB018">
                                        <wp:extent cx="238125" cy="238125"/>
                                        <wp:effectExtent l="0" t="0" r="9525" b="9525"/>
                                        <wp:docPr id="5" name="Picture 5" descr="C:\Users\drew crystal\AppData\Local\Microsoft\Windows\Temporary Internet Files\Content.IE5\MV13OHQ5\MC900431611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drew crystal\AppData\Local\Microsoft\Windows\Temporary Internet Files\Content.IE5\MV13OHQ5\MC900431611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38125" cy="2381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45" style="position:absolute;margin-left:21.8pt;margin-top:3.05pt;width:71.3pt;height:28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Default="00CE5F00" w:rsidP="00CE5F00">
                            <w:pPr>
                              <w:pStyle w:val="Instructions"/>
                              <w:jc w:val="left"/>
                            </w:pPr>
                            <w:r w:rsidRPr="005D5FD0">
                              <w:rPr>
                                <w:b/>
                              </w:rPr>
                              <w:t>EX</w:t>
                            </w:r>
                            <w:r>
                              <w:t>. Eat 1 veggie</w:t>
                            </w:r>
                          </w:p>
                          <w:p w:rsidR="00075D7E" w:rsidRDefault="005A3201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C6FA179" wp14:editId="71926F94">
                                  <wp:extent cx="238125" cy="238125"/>
                                  <wp:effectExtent l="0" t="0" r="9525" b="9525"/>
                                  <wp:docPr id="5" name="Picture 5" descr="C:\Users\drew crystal\AppData\Local\Microsoft\Windows\Temporary Internet Files\Content.IE5\MV13OHQ5\MC900431611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rew crystal\AppData\Local\Microsoft\Windows\Temporary Internet Files\Content.IE5\MV13OHQ5\MC900431611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1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75903EE" wp14:editId="6CF89C46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10160</wp:posOffset>
                      </wp:positionV>
                      <wp:extent cx="269875" cy="269875"/>
                      <wp:effectExtent l="6350" t="8890" r="9525" b="6985"/>
                      <wp:wrapNone/>
                      <wp:docPr id="365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9134390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E45C15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----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46" style="position:absolute;margin-left:.55pt;margin-top:.8pt;width:21.25pt;height:21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9134390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E45C15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----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89008F7" wp14:editId="68B4B5FB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441325</wp:posOffset>
                      </wp:positionV>
                      <wp:extent cx="1149985" cy="530860"/>
                      <wp:effectExtent l="13970" t="11430" r="7620" b="10160"/>
                      <wp:wrapNone/>
                      <wp:docPr id="364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Pr="00CE5F00" w:rsidRDefault="00CE5F00" w:rsidP="00E45C1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E5F00">
                                    <w:rPr>
                                      <w:sz w:val="20"/>
                                      <w:szCs w:val="20"/>
                                    </w:rPr>
                                    <w:t>Dance to music 15 min.</w:t>
                                  </w:r>
                                </w:p>
                                <w:p w:rsidR="00CE5F00" w:rsidRDefault="00CE5F00" w:rsidP="00E45C15">
                                  <w:r w:rsidRPr="00CE5F00">
                                    <w:rPr>
                                      <w:sz w:val="20"/>
                                      <w:szCs w:val="20"/>
                                    </w:rPr>
                                    <w:t>Do yard work 30</w:t>
                                  </w:r>
                                  <w:r>
                                    <w:t xml:space="preserve"> min.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47" type="#_x0000_t202" style="position:absolute;margin-left:2.65pt;margin-top:34.75pt;width:90.55pt;height:41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" filled="f" strokecolor="#e36c0a [2409]">
                      <v:textbox inset="0,0,0,0">
                        <w:txbxContent>
                          <w:p w:rsidR="00075D7E" w:rsidRPr="00CE5F00" w:rsidRDefault="00CE5F00" w:rsidP="00E45C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E5F00">
                              <w:rPr>
                                <w:sz w:val="20"/>
                                <w:szCs w:val="20"/>
                              </w:rPr>
                              <w:t>Dance to music 15 min.</w:t>
                            </w:r>
                          </w:p>
                          <w:p w:rsidR="00CE5F00" w:rsidRDefault="00CE5F00" w:rsidP="00E45C15">
                            <w:r w:rsidRPr="00CE5F00">
                              <w:rPr>
                                <w:sz w:val="20"/>
                                <w:szCs w:val="20"/>
                              </w:rPr>
                              <w:t>Do yard work 30</w:t>
                            </w:r>
                            <w:r>
                              <w:t xml:space="preserve"> min.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91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7B65E9C" wp14:editId="2A586D40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38735</wp:posOffset>
                      </wp:positionV>
                      <wp:extent cx="903605" cy="367030"/>
                      <wp:effectExtent l="10795" t="8890" r="9525" b="5080"/>
                      <wp:wrapNone/>
                      <wp:docPr id="363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3605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CE5F00" w:rsidRDefault="00CE5F00" w:rsidP="008473B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D5FD0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EX.</w:t>
                                  </w:r>
                                  <w:r w:rsidRPr="00CE5F00">
                                    <w:rPr>
                                      <w:sz w:val="20"/>
                                      <w:szCs w:val="20"/>
                                    </w:rPr>
                                    <w:t xml:space="preserve"> Try a new food</w:t>
                                  </w:r>
                                  <w:r w:rsidR="005A3201"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t xml:space="preserve">    </w:t>
                                  </w:r>
                                  <w:r w:rsidR="005A3201"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2ADF4FEF" wp14:editId="540A490F">
                                        <wp:extent cx="180975" cy="180975"/>
                                        <wp:effectExtent l="0" t="0" r="9525" b="9525"/>
                                        <wp:docPr id="4" name="Picture 4" descr="C:\Users\drew crystal\AppData\Local\Microsoft\Windows\Temporary Internet Files\Content.IE5\MV13OHQ5\MC900431611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drew crystal\AppData\Local\Microsoft\Windows\Temporary Internet Files\Content.IE5\MV13OHQ5\MC900431611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97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48" style="position:absolute;margin-left:24.15pt;margin-top:3.05pt;width:71.15pt;height:28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CE5F00" w:rsidRDefault="00CE5F00" w:rsidP="008473B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D5FD0">
                              <w:rPr>
                                <w:b/>
                                <w:sz w:val="20"/>
                                <w:szCs w:val="20"/>
                              </w:rPr>
                              <w:t>EX.</w:t>
                            </w:r>
                            <w:r w:rsidRPr="00CE5F00">
                              <w:rPr>
                                <w:sz w:val="20"/>
                                <w:szCs w:val="20"/>
                              </w:rPr>
                              <w:t xml:space="preserve"> Try a new food</w:t>
                            </w:r>
                            <w:r w:rsidR="005A3201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5A3201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C6FA179" wp14:editId="71926F94">
                                  <wp:extent cx="180975" cy="180975"/>
                                  <wp:effectExtent l="0" t="0" r="9525" b="9525"/>
                                  <wp:docPr id="4" name="Picture 4" descr="C:\Users\drew crystal\AppData\Local\Microsoft\Windows\Temporary Internet Files\Content.IE5\MV13OHQ5\MC900431611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rew crystal\AppData\Local\Microsoft\Windows\Temporary Internet Files\Content.IE5\MV13OHQ5\MC900431611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D63FD5B" wp14:editId="1FFB3C04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10160</wp:posOffset>
                      </wp:positionV>
                      <wp:extent cx="269875" cy="269875"/>
                      <wp:effectExtent l="5715" t="8890" r="10160" b="6985"/>
                      <wp:wrapNone/>
                      <wp:docPr id="362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9134394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6833BC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----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49" style="position:absolute;margin-left:2.75pt;margin-top:.8pt;width:21.25pt;height:21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9134394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6833BC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----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43A2286" wp14:editId="454B239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441325</wp:posOffset>
                      </wp:positionV>
                      <wp:extent cx="1149985" cy="530860"/>
                      <wp:effectExtent l="13335" t="11430" r="8255" b="10160"/>
                      <wp:wrapNone/>
                      <wp:docPr id="36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CE5F00" w:rsidP="00E45C1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E5F00">
                                    <w:rPr>
                                      <w:sz w:val="20"/>
                                      <w:szCs w:val="20"/>
                                    </w:rPr>
                                    <w:t>Play outside 60 min</w:t>
                                  </w:r>
                                </w:p>
                                <w:p w:rsidR="005A3201" w:rsidRPr="00CE5F00" w:rsidRDefault="005A3201" w:rsidP="00E45C1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01E641F1" wp14:editId="797C59F1">
                                        <wp:extent cx="238125" cy="238125"/>
                                        <wp:effectExtent l="0" t="0" r="9525" b="9525"/>
                                        <wp:docPr id="3" name="Picture 3" descr="C:\Users\drew crystal\AppData\Local\Microsoft\Windows\Temporary Internet Files\Content.IE5\MV13OHQ5\MC900431611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drew crystal\AppData\Local\Microsoft\Windows\Temporary Internet Files\Content.IE5\MV13OHQ5\MC900431611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38125" cy="2381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50" type="#_x0000_t202" style="position:absolute;margin-left:4.85pt;margin-top:34.75pt;width:90.55pt;height:41.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" filled="f" strokecolor="#e36c0a [2409]">
                      <v:textbox inset="0,0,0,0">
                        <w:txbxContent>
                          <w:p w:rsidR="00075D7E" w:rsidRDefault="00CE5F00" w:rsidP="00E45C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E5F00">
                              <w:rPr>
                                <w:sz w:val="20"/>
                                <w:szCs w:val="20"/>
                              </w:rPr>
                              <w:t>Play outside 60 min</w:t>
                            </w:r>
                          </w:p>
                          <w:p w:rsidR="005A3201" w:rsidRPr="00CE5F00" w:rsidRDefault="005A3201" w:rsidP="00E45C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C6FA179" wp14:editId="71926F94">
                                  <wp:extent cx="238125" cy="238125"/>
                                  <wp:effectExtent l="0" t="0" r="9525" b="9525"/>
                                  <wp:docPr id="3" name="Picture 3" descr="C:\Users\drew crystal\AppData\Local\Microsoft\Windows\Temporary Internet Files\Content.IE5\MV13OHQ5\MC900431611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rew crystal\AppData\Local\Microsoft\Windows\Temporary Internet Files\Content.IE5\MV13OHQ5\MC900431611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1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EA0C7BE" wp14:editId="291BC234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38735</wp:posOffset>
                      </wp:positionV>
                      <wp:extent cx="910590" cy="367030"/>
                      <wp:effectExtent l="6985" t="8890" r="6350" b="5080"/>
                      <wp:wrapNone/>
                      <wp:docPr id="360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059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CE5F00" w:rsidRDefault="00CE5F00" w:rsidP="008473B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D5FD0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Ex</w:t>
                                  </w:r>
                                  <w:r w:rsidRPr="00CE5F00">
                                    <w:rPr>
                                      <w:sz w:val="20"/>
                                      <w:szCs w:val="20"/>
                                    </w:rPr>
                                    <w:t>. Eat 1 fruit &amp; 1 veggie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51" style="position:absolute;margin-left:22.65pt;margin-top:3.05pt;width:71.7pt;height:28.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" fillcolor="white [3212]" strokecolor="#e36c0a [2409]">
                      <v:fill opacity="16448f"/>
                      <v:textbox inset="0,0,0,0">
                        <w:txbxContent>
                          <w:p w:rsidR="00075D7E" w:rsidRPr="00CE5F00" w:rsidRDefault="00CE5F00" w:rsidP="008473B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D5FD0">
                              <w:rPr>
                                <w:b/>
                                <w:sz w:val="20"/>
                                <w:szCs w:val="20"/>
                              </w:rPr>
                              <w:t>Ex</w:t>
                            </w:r>
                            <w:r w:rsidRPr="00CE5F00">
                              <w:rPr>
                                <w:sz w:val="20"/>
                                <w:szCs w:val="20"/>
                              </w:rPr>
                              <w:t>. Eat 1 fruit &amp; 1 veggie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8F61A3C" wp14:editId="0459455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10160</wp:posOffset>
                      </wp:positionV>
                      <wp:extent cx="269875" cy="269875"/>
                      <wp:effectExtent l="8890" t="8890" r="6985" b="6985"/>
                      <wp:wrapNone/>
                      <wp:docPr id="359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35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E45C15" w:rsidP="00EE47D1">
                                      <w:pPr>
                                        <w:pStyle w:val="WeekNumbersLetters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----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52" style="position:absolute;margin-left:1.8pt;margin-top:.8pt;width:21.25pt;height:21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35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E45C15" w:rsidP="00EE47D1">
                                <w:pPr>
                                  <w:pStyle w:val="WeekNumbersLetters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----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FC6EB41" wp14:editId="3D3C2116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441325</wp:posOffset>
                      </wp:positionV>
                      <wp:extent cx="1149985" cy="530860"/>
                      <wp:effectExtent l="6985" t="11430" r="5080" b="10160"/>
                      <wp:wrapNone/>
                      <wp:docPr id="358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Pr="00CE5F00" w:rsidRDefault="005A3201" w:rsidP="00E45C1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Play the W</w:t>
                                  </w:r>
                                  <w:r w:rsidR="00CE5F00" w:rsidRPr="00CE5F00">
                                    <w:rPr>
                                      <w:sz w:val="20"/>
                                      <w:szCs w:val="20"/>
                                    </w:rPr>
                                    <w:t>ii/Kinect for 30 min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65079064" wp14:editId="6E3B3DFE">
                                        <wp:extent cx="238125" cy="238125"/>
                                        <wp:effectExtent l="0" t="0" r="9525" b="9525"/>
                                        <wp:docPr id="2" name="Picture 2" descr="C:\Users\drew crystal\AppData\Local\Microsoft\Windows\Temporary Internet Files\Content.IE5\MV13OHQ5\MC900431611[1]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C:\Users\drew crystal\AppData\Local\Microsoft\Windows\Temporary Internet Files\Content.IE5\MV13OHQ5\MC900431611[1]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38125" cy="2381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53" type="#_x0000_t202" style="position:absolute;margin-left:3.9pt;margin-top:34.75pt;width:90.55pt;height:41.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" filled="f" strokecolor="#e36c0a [2409]">
                      <v:textbox inset="0,0,0,0">
                        <w:txbxContent>
                          <w:p w:rsidR="00075D7E" w:rsidRPr="00CE5F00" w:rsidRDefault="005A3201" w:rsidP="00E45C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Play the W</w:t>
                            </w:r>
                            <w:r w:rsidR="00CE5F00" w:rsidRPr="00CE5F00">
                              <w:rPr>
                                <w:sz w:val="20"/>
                                <w:szCs w:val="20"/>
                              </w:rPr>
                              <w:t>ii/Kinect for 30 min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7C075EC" wp14:editId="5D78D6D8">
                                  <wp:extent cx="238125" cy="238125"/>
                                  <wp:effectExtent l="0" t="0" r="9525" b="9525"/>
                                  <wp:docPr id="2" name="Picture 2" descr="C:\Users\drew crystal\AppData\Local\Microsoft\Windows\Temporary Internet Files\Content.IE5\MV13OHQ5\MC900431611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rew crystal\AppData\Local\Microsoft\Windows\Temporary Internet Files\Content.IE5\MV13OHQ5\MC900431611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12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1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6CE283A" wp14:editId="6DEA0DBD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38735</wp:posOffset>
                      </wp:positionV>
                      <wp:extent cx="910590" cy="367030"/>
                      <wp:effectExtent l="6985" t="8890" r="6350" b="5080"/>
                      <wp:wrapNone/>
                      <wp:docPr id="357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059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" o:spid="_x0000_s1054" style="position:absolute;margin-left:21.65pt;margin-top:3.05pt;width:71.7pt;height:28.9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71DEF3D" wp14:editId="626FE06F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10160</wp:posOffset>
                      </wp:positionV>
                      <wp:extent cx="269875" cy="269875"/>
                      <wp:effectExtent l="8890" t="8890" r="6985" b="6985"/>
                      <wp:wrapNone/>
                      <wp:docPr id="356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32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 w:rsidP="00EE47D1">
                                      <w:pPr>
                                        <w:pStyle w:val="WeekNumbersLetters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1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" o:spid="_x0000_s1055" style="position:absolute;margin-left:.8pt;margin-top:.8pt;width:21.25pt;height:21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32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 w:rsidP="00EE47D1">
                                <w:pPr>
                                  <w:pStyle w:val="WeekNumbersLetters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1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7901E407" wp14:editId="5895DB59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441325</wp:posOffset>
                      </wp:positionV>
                      <wp:extent cx="1149985" cy="530860"/>
                      <wp:effectExtent l="6985" t="11430" r="5080" b="10160"/>
                      <wp:wrapNone/>
                      <wp:docPr id="355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6" type="#_x0000_t202" style="position:absolute;margin-left:2.9pt;margin-top:34.75pt;width:90.55pt;height:41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080CDA73" wp14:editId="70251D94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38735</wp:posOffset>
                      </wp:positionV>
                      <wp:extent cx="905510" cy="367030"/>
                      <wp:effectExtent l="8255" t="8890" r="10160" b="5080"/>
                      <wp:wrapNone/>
                      <wp:docPr id="354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551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57" style="position:absolute;margin-left:23.05pt;margin-top:3.05pt;width:71.3pt;height:28.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AECB29F" wp14:editId="458D615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10160</wp:posOffset>
                      </wp:positionV>
                      <wp:extent cx="269875" cy="269875"/>
                      <wp:effectExtent l="5080" t="8890" r="10795" b="6985"/>
                      <wp:wrapNone/>
                      <wp:docPr id="35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31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 w:rsidP="00EE47D1">
                                      <w:pPr>
                                        <w:pStyle w:val="WeekNumbersLetters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58" style="position:absolute;margin-left:1.8pt;margin-top:.8pt;width:21.25pt;height:2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31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 w:rsidP="00EE47D1">
                                <w:pPr>
                                  <w:pStyle w:val="WeekNumbersLetters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BDC2FCE" wp14:editId="2922CC93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441325</wp:posOffset>
                      </wp:positionV>
                      <wp:extent cx="1149985" cy="530860"/>
                      <wp:effectExtent l="12700" t="11430" r="8890" b="10160"/>
                      <wp:wrapNone/>
                      <wp:docPr id="352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59" type="#_x0000_t202" style="position:absolute;margin-left:3.9pt;margin-top:34.75pt;width:90.55pt;height:41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370EFBF8" wp14:editId="54E52765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38735</wp:posOffset>
                      </wp:positionV>
                      <wp:extent cx="905510" cy="367030"/>
                      <wp:effectExtent l="5080" t="8890" r="13335" b="5080"/>
                      <wp:wrapNone/>
                      <wp:docPr id="351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551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60" style="position:absolute;margin-left:22.55pt;margin-top:3.05pt;width:71.3pt;height:28.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6252069" wp14:editId="09594A5E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10160</wp:posOffset>
                      </wp:positionV>
                      <wp:extent cx="269875" cy="269875"/>
                      <wp:effectExtent l="11430" t="8890" r="13970" b="6985"/>
                      <wp:wrapNone/>
                      <wp:docPr id="350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30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" o:spid="_x0000_s1061" style="position:absolute;margin-left:1.3pt;margin-top:.8pt;width:21.25pt;height:21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30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186B31E" wp14:editId="67925DDD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441325</wp:posOffset>
                      </wp:positionV>
                      <wp:extent cx="1149985" cy="530860"/>
                      <wp:effectExtent l="9525" t="11430" r="12065" b="10160"/>
                      <wp:wrapNone/>
                      <wp:docPr id="349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62" type="#_x0000_t202" style="position:absolute;margin-left:3.4pt;margin-top:34.75pt;width:90.55pt;height:41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F11E8" w:rsidRPr="00DF11E8" w:rsidTr="00DF11E8">
        <w:trPr>
          <w:cantSplit/>
          <w:trHeight w:hRule="exact" w:val="1613"/>
          <w:tblCellSpacing w:w="29" w:type="dxa"/>
        </w:trPr>
        <w:tc>
          <w:tcPr>
            <w:tcW w:w="431" w:type="dxa"/>
            <w:shd w:val="clear" w:color="auto" w:fill="F2F2F2" w:themeFill="background1" w:themeFillShade="F2"/>
          </w:tcPr>
          <w:p w:rsidR="00075D7E" w:rsidRPr="00DF11E8" w:rsidRDefault="00075D7E"/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527CA90" wp14:editId="1292EA01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43180</wp:posOffset>
                      </wp:positionV>
                      <wp:extent cx="910590" cy="367030"/>
                      <wp:effectExtent l="12700" t="8255" r="10160" b="5715"/>
                      <wp:wrapNone/>
                      <wp:docPr id="348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059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0" o:spid="_x0000_s1063" style="position:absolute;margin-left:21.55pt;margin-top:3.4pt;width:71.7pt;height:28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927ED39" wp14:editId="7BC47AC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14605</wp:posOffset>
                      </wp:positionV>
                      <wp:extent cx="269875" cy="269875"/>
                      <wp:effectExtent l="5080" t="8255" r="10795" b="7620"/>
                      <wp:wrapNone/>
                      <wp:docPr id="347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28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4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1" o:spid="_x0000_s1064" style="position:absolute;margin-left:.7pt;margin-top:1.15pt;width:21.25pt;height:21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28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4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BA6DA51" wp14:editId="0B122DEB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445770</wp:posOffset>
                      </wp:positionV>
                      <wp:extent cx="1149985" cy="530860"/>
                      <wp:effectExtent l="12700" t="10795" r="8890" b="10795"/>
                      <wp:wrapNone/>
                      <wp:docPr id="346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65" type="#_x0000_t202" style="position:absolute;margin-left:2.8pt;margin-top:35.1pt;width:90.55pt;height:41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9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37857B4" wp14:editId="4AC96B3B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43180</wp:posOffset>
                      </wp:positionV>
                      <wp:extent cx="905510" cy="367030"/>
                      <wp:effectExtent l="13970" t="8255" r="13970" b="5715"/>
                      <wp:wrapNone/>
                      <wp:docPr id="345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551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4" o:spid="_x0000_s1066" style="position:absolute;margin-left:21.4pt;margin-top:3.4pt;width:71.3pt;height:28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C23A448" wp14:editId="6E621C9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14605</wp:posOffset>
                      </wp:positionV>
                      <wp:extent cx="269875" cy="269875"/>
                      <wp:effectExtent l="10795" t="8255" r="5080" b="7620"/>
                      <wp:wrapNone/>
                      <wp:docPr id="344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7891612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5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5" o:spid="_x0000_s1067" style="position:absolute;margin-left:.15pt;margin-top:1.15pt;width:21.25pt;height:21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7891612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5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44EEF2A4" wp14:editId="1DDF631C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445770</wp:posOffset>
                      </wp:positionV>
                      <wp:extent cx="1149985" cy="530860"/>
                      <wp:effectExtent l="8890" t="10795" r="12700" b="10795"/>
                      <wp:wrapNone/>
                      <wp:docPr id="34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68" type="#_x0000_t202" style="position:absolute;margin-left:2.25pt;margin-top:35.1pt;width:90.55pt;height:41.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91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DE9E15F" wp14:editId="3077B5D5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43180</wp:posOffset>
                      </wp:positionV>
                      <wp:extent cx="910590" cy="367030"/>
                      <wp:effectExtent l="5715" t="8255" r="7620" b="5715"/>
                      <wp:wrapNone/>
                      <wp:docPr id="342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059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69" style="position:absolute;margin-left:23.75pt;margin-top:3.4pt;width:71.7pt;height:28.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B876851" wp14:editId="14B9F79F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14605</wp:posOffset>
                      </wp:positionV>
                      <wp:extent cx="269875" cy="269875"/>
                      <wp:effectExtent l="7620" t="8255" r="8255" b="7620"/>
                      <wp:wrapNone/>
                      <wp:docPr id="341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7891581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6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9" o:spid="_x0000_s1070" style="position:absolute;margin-left:2.9pt;margin-top:1.15pt;width:21.25pt;height:21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7891581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6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D5D3C8B" wp14:editId="3CE879A9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445770</wp:posOffset>
                      </wp:positionV>
                      <wp:extent cx="1149985" cy="530860"/>
                      <wp:effectExtent l="5715" t="10795" r="6350" b="10795"/>
                      <wp:wrapNone/>
                      <wp:docPr id="340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71" type="#_x0000_t202" style="position:absolute;margin-left:5pt;margin-top:35.1pt;width:90.55pt;height:41.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D902814" wp14:editId="5E5E5F61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43180</wp:posOffset>
                      </wp:positionV>
                      <wp:extent cx="914400" cy="367030"/>
                      <wp:effectExtent l="12700" t="8255" r="6350" b="5715"/>
                      <wp:wrapNone/>
                      <wp:docPr id="339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2" o:spid="_x0000_s1072" style="position:absolute;margin-left:22.35pt;margin-top:3.4pt;width:1in;height:28.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57DFD74" wp14:editId="2D713697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14605</wp:posOffset>
                      </wp:positionV>
                      <wp:extent cx="269875" cy="269875"/>
                      <wp:effectExtent l="8890" t="8255" r="6985" b="7620"/>
                      <wp:wrapNone/>
                      <wp:docPr id="338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34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7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3" o:spid="_x0000_s1073" style="position:absolute;margin-left:1.8pt;margin-top:1.15pt;width:21.25pt;height:21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34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7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B480476" wp14:editId="44E0194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445770</wp:posOffset>
                      </wp:positionV>
                      <wp:extent cx="1149985" cy="530860"/>
                      <wp:effectExtent l="6985" t="10795" r="5080" b="10795"/>
                      <wp:wrapNone/>
                      <wp:docPr id="337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74" type="#_x0000_t202" style="position:absolute;margin-left:3.9pt;margin-top:35.1pt;width:90.55pt;height:41.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1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6435AC27" wp14:editId="7A1A3054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43180</wp:posOffset>
                      </wp:positionV>
                      <wp:extent cx="913765" cy="367030"/>
                      <wp:effectExtent l="8255" t="8255" r="11430" b="5715"/>
                      <wp:wrapNone/>
                      <wp:docPr id="336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3765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" o:spid="_x0000_s1075" style="position:absolute;margin-left:21pt;margin-top:3.4pt;width:71.95pt;height:28.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9BCF063" wp14:editId="405EF92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14605</wp:posOffset>
                      </wp:positionV>
                      <wp:extent cx="269875" cy="269875"/>
                      <wp:effectExtent l="13335" t="8255" r="12065" b="7620"/>
                      <wp:wrapNone/>
                      <wp:docPr id="335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7891585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8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" o:spid="_x0000_s1076" style="position:absolute;margin-left:.4pt;margin-top:1.15pt;width:21.25pt;height:2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7891585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8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68847CC" wp14:editId="05372AAA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445770</wp:posOffset>
                      </wp:positionV>
                      <wp:extent cx="1149985" cy="530860"/>
                      <wp:effectExtent l="11430" t="10795" r="10160" b="10795"/>
                      <wp:wrapNone/>
                      <wp:docPr id="334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77" type="#_x0000_t202" style="position:absolute;margin-left:2.5pt;margin-top:35.1pt;width:90.55pt;height:41.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06C6F29" wp14:editId="4AF14299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43180</wp:posOffset>
                      </wp:positionV>
                      <wp:extent cx="900430" cy="367030"/>
                      <wp:effectExtent l="8255" t="8255" r="5715" b="5715"/>
                      <wp:wrapNone/>
                      <wp:docPr id="333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043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" o:spid="_x0000_s1078" style="position:absolute;margin-left:23.05pt;margin-top:3.4pt;width:70.9pt;height:28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2494C518" wp14:editId="7A59F79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14605</wp:posOffset>
                      </wp:positionV>
                      <wp:extent cx="269875" cy="269875"/>
                      <wp:effectExtent l="9525" t="8255" r="6350" b="7620"/>
                      <wp:wrapNone/>
                      <wp:docPr id="332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7891583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9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" o:spid="_x0000_s1079" style="position:absolute;margin-left:1.4pt;margin-top:1.15pt;width:21.25pt;height:21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7891583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9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87B6B50" wp14:editId="61D0BCA5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445770</wp:posOffset>
                      </wp:positionV>
                      <wp:extent cx="1149985" cy="530860"/>
                      <wp:effectExtent l="7620" t="10795" r="13970" b="10795"/>
                      <wp:wrapNone/>
                      <wp:docPr id="331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80" type="#_x0000_t202" style="position:absolute;margin-left:3.5pt;margin-top:35.1pt;width:90.55pt;height:41.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FE1E4F4" wp14:editId="38192468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43180</wp:posOffset>
                      </wp:positionV>
                      <wp:extent cx="905510" cy="367030"/>
                      <wp:effectExtent l="9525" t="8255" r="8890" b="5715"/>
                      <wp:wrapNone/>
                      <wp:docPr id="330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551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4" o:spid="_x0000_s1081" style="position:absolute;margin-left:22.15pt;margin-top:3.4pt;width:71.3pt;height:28.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796735D" wp14:editId="21D47880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14605</wp:posOffset>
                      </wp:positionV>
                      <wp:extent cx="269875" cy="269875"/>
                      <wp:effectExtent l="6350" t="8255" r="9525" b="7620"/>
                      <wp:wrapNone/>
                      <wp:docPr id="329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29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10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" o:spid="_x0000_s1082" style="position:absolute;margin-left:.9pt;margin-top:1.15pt;width:21.25pt;height:21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29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10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F1F8570" wp14:editId="274F09B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445770</wp:posOffset>
                      </wp:positionV>
                      <wp:extent cx="1149985" cy="530860"/>
                      <wp:effectExtent l="13970" t="10795" r="7620" b="10795"/>
                      <wp:wrapNone/>
                      <wp:docPr id="328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83" type="#_x0000_t202" style="position:absolute;margin-left:3pt;margin-top:35.1pt;width:90.55pt;height:41.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F11E8" w:rsidRPr="00DF11E8" w:rsidTr="00DF11E8">
        <w:trPr>
          <w:cantSplit/>
          <w:trHeight w:hRule="exact" w:val="1613"/>
          <w:tblCellSpacing w:w="29" w:type="dxa"/>
        </w:trPr>
        <w:tc>
          <w:tcPr>
            <w:tcW w:w="431" w:type="dxa"/>
            <w:shd w:val="clear" w:color="auto" w:fill="F2F2F2" w:themeFill="background1" w:themeFillShade="F2"/>
          </w:tcPr>
          <w:p w:rsidR="00075D7E" w:rsidRPr="00DF11E8" w:rsidRDefault="00075D7E"/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1E342D83" wp14:editId="52C2BC60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42545</wp:posOffset>
                      </wp:positionV>
                      <wp:extent cx="900430" cy="367030"/>
                      <wp:effectExtent l="8255" t="12065" r="5715" b="11430"/>
                      <wp:wrapNone/>
                      <wp:docPr id="327" name="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043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" o:spid="_x0000_s1084" style="position:absolute;margin-left:21.95pt;margin-top:3.35pt;width:70.9pt;height:28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13C19B26" wp14:editId="0569C658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13970</wp:posOffset>
                      </wp:positionV>
                      <wp:extent cx="269875" cy="269875"/>
                      <wp:effectExtent l="9525" t="12065" r="6350" b="13335"/>
                      <wp:wrapNone/>
                      <wp:docPr id="326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22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11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" o:spid="_x0000_s1085" style="position:absolute;margin-left:.3pt;margin-top:1.1pt;width:21.25pt;height:21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22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11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5EAC0A9" wp14:editId="59EDF10E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445135</wp:posOffset>
                      </wp:positionV>
                      <wp:extent cx="1149985" cy="530860"/>
                      <wp:effectExtent l="7620" t="5080" r="13970" b="6985"/>
                      <wp:wrapNone/>
                      <wp:docPr id="325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86" type="#_x0000_t202" style="position:absolute;margin-left:2.4pt;margin-top:35.05pt;width:90.55pt;height:41.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9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84581E0" wp14:editId="3D943568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42545</wp:posOffset>
                      </wp:positionV>
                      <wp:extent cx="905510" cy="367030"/>
                      <wp:effectExtent l="8890" t="12065" r="9525" b="11430"/>
                      <wp:wrapNone/>
                      <wp:docPr id="324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551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87" style="position:absolute;margin-left:21pt;margin-top:3.35pt;width:71.3pt;height:28.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9D1B81C" wp14:editId="7D91087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13970</wp:posOffset>
                      </wp:positionV>
                      <wp:extent cx="269875" cy="269875"/>
                      <wp:effectExtent l="5715" t="12065" r="10160" b="13335"/>
                      <wp:wrapNone/>
                      <wp:docPr id="323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21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12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88" style="position:absolute;margin-left:-.25pt;margin-top:1.1pt;width:21.25pt;height:21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21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12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FFFF9C8" wp14:editId="5A1E3B0E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445135</wp:posOffset>
                      </wp:positionV>
                      <wp:extent cx="1149985" cy="530860"/>
                      <wp:effectExtent l="13335" t="5080" r="8255" b="6985"/>
                      <wp:wrapNone/>
                      <wp:docPr id="32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89" type="#_x0000_t202" style="position:absolute;margin-left:1.85pt;margin-top:35.05pt;width:90.55pt;height:41.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91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4CC7A47" wp14:editId="437BC8BD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42545</wp:posOffset>
                      </wp:positionV>
                      <wp:extent cx="904240" cy="367030"/>
                      <wp:effectExtent l="6985" t="12065" r="12700" b="11430"/>
                      <wp:wrapNone/>
                      <wp:docPr id="321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" o:spid="_x0000_s1090" style="position:absolute;margin-left:23.85pt;margin-top:3.35pt;width:71.2pt;height:28.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7ED0D76B" wp14:editId="2CE51F2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13970</wp:posOffset>
                      </wp:positionV>
                      <wp:extent cx="269875" cy="269875"/>
                      <wp:effectExtent l="12065" t="12065" r="13335" b="13335"/>
                      <wp:wrapNone/>
                      <wp:docPr id="320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20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" o:spid="_x0000_s1091" style="position:absolute;margin-left:2.5pt;margin-top:1.1pt;width:21.25pt;height:21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20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CE8072F" wp14:editId="1C6879E2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445135</wp:posOffset>
                      </wp:positionV>
                      <wp:extent cx="1149985" cy="530860"/>
                      <wp:effectExtent l="10160" t="5080" r="11430" b="6985"/>
                      <wp:wrapNone/>
                      <wp:docPr id="319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92" type="#_x0000_t202" style="position:absolute;margin-left:4.6pt;margin-top:35.05pt;width:90.55pt;height:41.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6F18847A" wp14:editId="1A9F3110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42545</wp:posOffset>
                      </wp:positionV>
                      <wp:extent cx="909320" cy="367030"/>
                      <wp:effectExtent l="12700" t="12065" r="11430" b="11430"/>
                      <wp:wrapNone/>
                      <wp:docPr id="318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932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" o:spid="_x0000_s1093" style="position:absolute;margin-left:22.35pt;margin-top:3.35pt;width:71.6pt;height:28.9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829E623" wp14:editId="2A6EB6D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13970</wp:posOffset>
                      </wp:positionV>
                      <wp:extent cx="269875" cy="269875"/>
                      <wp:effectExtent l="13335" t="12065" r="12065" b="13335"/>
                      <wp:wrapNone/>
                      <wp:docPr id="317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33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14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" o:spid="_x0000_s1094" style="position:absolute;margin-left:1.4pt;margin-top:1.1pt;width:21.25pt;height:21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33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14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4682B31" wp14:editId="5B4DEAA3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445135</wp:posOffset>
                      </wp:positionV>
                      <wp:extent cx="1149985" cy="530860"/>
                      <wp:effectExtent l="11430" t="5080" r="10160" b="6985"/>
                      <wp:wrapNone/>
                      <wp:docPr id="316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95" type="#_x0000_t202" style="position:absolute;margin-left:3.5pt;margin-top:35.05pt;width:90.55pt;height:41.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1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72F685F" wp14:editId="50C3F9B3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42545</wp:posOffset>
                      </wp:positionV>
                      <wp:extent cx="900430" cy="367030"/>
                      <wp:effectExtent l="6985" t="12065" r="6985" b="11430"/>
                      <wp:wrapNone/>
                      <wp:docPr id="315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043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" o:spid="_x0000_s1096" style="position:absolute;margin-left:21.65pt;margin-top:3.35pt;width:70.9pt;height:28.9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094F252B" wp14:editId="3C518D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13970</wp:posOffset>
                      </wp:positionV>
                      <wp:extent cx="269875" cy="269875"/>
                      <wp:effectExtent l="8255" t="12065" r="7620" b="13335"/>
                      <wp:wrapNone/>
                      <wp:docPr id="314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19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15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" o:spid="_x0000_s1097" style="position:absolute;margin-left:0;margin-top:1.1pt;width:21.25pt;height:21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19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15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1FB33D5F" wp14:editId="3A461DDC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445135</wp:posOffset>
                      </wp:positionV>
                      <wp:extent cx="1149985" cy="530860"/>
                      <wp:effectExtent l="6350" t="5080" r="5715" b="6985"/>
                      <wp:wrapNone/>
                      <wp:docPr id="313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098" type="#_x0000_t202" style="position:absolute;margin-left:2.1pt;margin-top:35.05pt;width:90.55pt;height:41.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2EF44B2D" wp14:editId="6CF4D769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42545</wp:posOffset>
                      </wp:positionV>
                      <wp:extent cx="900430" cy="367030"/>
                      <wp:effectExtent l="12700" t="12065" r="10795" b="11430"/>
                      <wp:wrapNone/>
                      <wp:docPr id="312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043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8" o:spid="_x0000_s1099" style="position:absolute;margin-left:22.65pt;margin-top:3.35pt;width:70.9pt;height:28.9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07F8BDBA" wp14:editId="6C932F4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13970</wp:posOffset>
                      </wp:positionV>
                      <wp:extent cx="269875" cy="269875"/>
                      <wp:effectExtent l="13970" t="12065" r="11430" b="13335"/>
                      <wp:wrapNone/>
                      <wp:docPr id="311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18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16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9" o:spid="_x0000_s1100" style="position:absolute;margin-left:1pt;margin-top:1.1pt;width:21.25pt;height:21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18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16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658AC004" wp14:editId="16F53CE3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445135</wp:posOffset>
                      </wp:positionV>
                      <wp:extent cx="1149985" cy="530860"/>
                      <wp:effectExtent l="12065" t="5080" r="9525" b="6985"/>
                      <wp:wrapNone/>
                      <wp:docPr id="310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101" type="#_x0000_t202" style="position:absolute;margin-left:3.1pt;margin-top:35.05pt;width:90.55pt;height:41.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92D855D" wp14:editId="426223C4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42545</wp:posOffset>
                      </wp:positionV>
                      <wp:extent cx="901700" cy="367030"/>
                      <wp:effectExtent l="8255" t="12065" r="13970" b="11430"/>
                      <wp:wrapNone/>
                      <wp:docPr id="309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2" o:spid="_x0000_s1102" style="position:absolute;margin-left:22.05pt;margin-top:3.35pt;width:71pt;height:28.9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A02EE05" wp14:editId="6D720B2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13970</wp:posOffset>
                      </wp:positionV>
                      <wp:extent cx="269875" cy="269875"/>
                      <wp:effectExtent l="10795" t="12065" r="5080" b="13335"/>
                      <wp:wrapNone/>
                      <wp:docPr id="308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23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17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3" o:spid="_x0000_s1103" style="position:absolute;margin-left:.5pt;margin-top:1.1pt;width:21.25pt;height:21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23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17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4B22F976" wp14:editId="17C90E58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445135</wp:posOffset>
                      </wp:positionV>
                      <wp:extent cx="1149985" cy="530860"/>
                      <wp:effectExtent l="8890" t="5080" r="12700" b="6985"/>
                      <wp:wrapNone/>
                      <wp:docPr id="306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104" type="#_x0000_t202" style="position:absolute;margin-left:2.6pt;margin-top:35.05pt;width:90.55pt;height:41.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F11E8" w:rsidRPr="00DF11E8" w:rsidTr="00DF11E8">
        <w:trPr>
          <w:cantSplit/>
          <w:trHeight w:hRule="exact" w:val="1613"/>
          <w:tblCellSpacing w:w="29" w:type="dxa"/>
        </w:trPr>
        <w:tc>
          <w:tcPr>
            <w:tcW w:w="431" w:type="dxa"/>
            <w:shd w:val="clear" w:color="auto" w:fill="F2F2F2" w:themeFill="background1" w:themeFillShade="F2"/>
          </w:tcPr>
          <w:p w:rsidR="00075D7E" w:rsidRPr="00DF11E8" w:rsidRDefault="00075D7E"/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737FDB8" wp14:editId="5A0D34B7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40640</wp:posOffset>
                      </wp:positionV>
                      <wp:extent cx="906780" cy="367030"/>
                      <wp:effectExtent l="12700" t="5080" r="13970" b="8890"/>
                      <wp:wrapNone/>
                      <wp:docPr id="305" name="Rectangl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78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" o:spid="_x0000_s1105" style="position:absolute;margin-left:21.55pt;margin-top:3.2pt;width:71.4pt;height:28.9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7AC2526" wp14:editId="321A0663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12065</wp:posOffset>
                      </wp:positionV>
                      <wp:extent cx="269875" cy="269875"/>
                      <wp:effectExtent l="10795" t="5080" r="5080" b="10795"/>
                      <wp:wrapNone/>
                      <wp:docPr id="304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16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18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" o:spid="_x0000_s1106" style="position:absolute;margin-left:.4pt;margin-top:.95pt;width:21.25pt;height:21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16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18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2B73C6CD" wp14:editId="139E8137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443230</wp:posOffset>
                      </wp:positionV>
                      <wp:extent cx="1149985" cy="530860"/>
                      <wp:effectExtent l="8890" t="7620" r="12700" b="13970"/>
                      <wp:wrapNone/>
                      <wp:docPr id="303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107" type="#_x0000_t202" style="position:absolute;margin-left:2.5pt;margin-top:34.9pt;width:90.55pt;height:41.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9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2CFCD2F" wp14:editId="38FF5260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40640</wp:posOffset>
                      </wp:positionV>
                      <wp:extent cx="906780" cy="367030"/>
                      <wp:effectExtent l="8890" t="5080" r="8255" b="8890"/>
                      <wp:wrapNone/>
                      <wp:docPr id="302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78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0" o:spid="_x0000_s1108" style="position:absolute;margin-left:21pt;margin-top:3.2pt;width:71.4pt;height:28.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607FF99" wp14:editId="6BE5587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12065</wp:posOffset>
                      </wp:positionV>
                      <wp:extent cx="269875" cy="269875"/>
                      <wp:effectExtent l="6985" t="5080" r="8890" b="10795"/>
                      <wp:wrapNone/>
                      <wp:docPr id="301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15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19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1" o:spid="_x0000_s1109" style="position:absolute;margin-left:-.15pt;margin-top:.95pt;width:21.25pt;height:21.2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15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19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587EA1F1" wp14:editId="0D1791E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443230</wp:posOffset>
                      </wp:positionV>
                      <wp:extent cx="1149985" cy="530860"/>
                      <wp:effectExtent l="5080" t="7620" r="6985" b="13970"/>
                      <wp:wrapNone/>
                      <wp:docPr id="300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110" type="#_x0000_t202" style="position:absolute;margin-left:1.95pt;margin-top:34.9pt;width:90.55pt;height:41.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91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C457F0B" wp14:editId="7127BC4F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40640</wp:posOffset>
                      </wp:positionV>
                      <wp:extent cx="901700" cy="367030"/>
                      <wp:effectExtent l="10795" t="5080" r="11430" b="8890"/>
                      <wp:wrapNone/>
                      <wp:docPr id="299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" o:spid="_x0000_s1111" style="position:absolute;margin-left:24.15pt;margin-top:3.2pt;width:71pt;height:28.9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1C701172" wp14:editId="125A07BA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12065</wp:posOffset>
                      </wp:positionV>
                      <wp:extent cx="269875" cy="269875"/>
                      <wp:effectExtent l="13335" t="5080" r="12065" b="10795"/>
                      <wp:wrapNone/>
                      <wp:docPr id="298" name="Rectangl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14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20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5" o:spid="_x0000_s1112" style="position:absolute;margin-left:2.6pt;margin-top:.95pt;width:21.25pt;height:21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14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20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22E71EB9" wp14:editId="179262DF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443230</wp:posOffset>
                      </wp:positionV>
                      <wp:extent cx="1149985" cy="530860"/>
                      <wp:effectExtent l="11430" t="7620" r="10160" b="13970"/>
                      <wp:wrapNone/>
                      <wp:docPr id="297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113" type="#_x0000_t202" style="position:absolute;margin-left:4.7pt;margin-top:34.9pt;width:90.55pt;height:41.8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65E7B94F" wp14:editId="05BD03AA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40640</wp:posOffset>
                      </wp:positionV>
                      <wp:extent cx="910590" cy="367030"/>
                      <wp:effectExtent l="12700" t="5080" r="10160" b="8890"/>
                      <wp:wrapNone/>
                      <wp:docPr id="296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059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8" o:spid="_x0000_s1114" style="position:absolute;margin-left:22.35pt;margin-top:3.2pt;width:71.7pt;height:28.9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3F423CD1" wp14:editId="6B23F04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12065</wp:posOffset>
                      </wp:positionV>
                      <wp:extent cx="269875" cy="269875"/>
                      <wp:effectExtent l="5080" t="5080" r="10795" b="10795"/>
                      <wp:wrapNone/>
                      <wp:docPr id="295" name="Rectangl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36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21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9" o:spid="_x0000_s1115" style="position:absolute;margin-left:1.5pt;margin-top:.95pt;width:21.25pt;height:21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36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21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5CC578CE" wp14:editId="1EB86CB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443230</wp:posOffset>
                      </wp:positionV>
                      <wp:extent cx="1149985" cy="530860"/>
                      <wp:effectExtent l="12700" t="7620" r="8890" b="13970"/>
                      <wp:wrapNone/>
                      <wp:docPr id="294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116" type="#_x0000_t202" style="position:absolute;margin-left:3.6pt;margin-top:34.9pt;width:90.55pt;height:41.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1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242EDE27" wp14:editId="350D50D1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40640</wp:posOffset>
                      </wp:positionV>
                      <wp:extent cx="906780" cy="367030"/>
                      <wp:effectExtent l="11430" t="5080" r="5715" b="8890"/>
                      <wp:wrapNone/>
                      <wp:docPr id="293" name="Rectangl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78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2" o:spid="_x0000_s1117" style="position:absolute;margin-left:21.25pt;margin-top:3.2pt;width:71.4pt;height:28.9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AE222D0" wp14:editId="305E6AF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12065</wp:posOffset>
                      </wp:positionV>
                      <wp:extent cx="269875" cy="269875"/>
                      <wp:effectExtent l="9525" t="5080" r="6350" b="10795"/>
                      <wp:wrapNone/>
                      <wp:docPr id="292" name="Rectangl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13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22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3" o:spid="_x0000_s1118" style="position:absolute;margin-left:.1pt;margin-top:.95pt;width:21.25pt;height:21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13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22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3139702D" wp14:editId="039132E9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443230</wp:posOffset>
                      </wp:positionV>
                      <wp:extent cx="1149985" cy="530860"/>
                      <wp:effectExtent l="7620" t="7620" r="13970" b="13970"/>
                      <wp:wrapNone/>
                      <wp:docPr id="291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119" type="#_x0000_t202" style="position:absolute;margin-left:2.2pt;margin-top:34.9pt;width:90.55pt;height:41.8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745ACFD6" wp14:editId="5AE4319D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40640</wp:posOffset>
                      </wp:positionV>
                      <wp:extent cx="906780" cy="367030"/>
                      <wp:effectExtent l="7620" t="5080" r="9525" b="8890"/>
                      <wp:wrapNone/>
                      <wp:docPr id="290" name="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78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6" o:spid="_x0000_s1120" style="position:absolute;margin-left:22.25pt;margin-top:3.2pt;width:71.4pt;height:28.9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7F502B06" wp14:editId="418F80F6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12065</wp:posOffset>
                      </wp:positionV>
                      <wp:extent cx="269875" cy="269875"/>
                      <wp:effectExtent l="5715" t="5080" r="10160" b="10795"/>
                      <wp:wrapNone/>
                      <wp:docPr id="289" name="Rectangl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12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23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7" o:spid="_x0000_s1121" style="position:absolute;margin-left:1.1pt;margin-top:.95pt;width:21.25pt;height:21.2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12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23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395339E8" wp14:editId="48E13945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443230</wp:posOffset>
                      </wp:positionV>
                      <wp:extent cx="1149985" cy="530860"/>
                      <wp:effectExtent l="13335" t="7620" r="8255" b="13970"/>
                      <wp:wrapNone/>
                      <wp:docPr id="288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5" o:spid="_x0000_s1122" type="#_x0000_t202" style="position:absolute;margin-left:3.2pt;margin-top:34.9pt;width:90.55pt;height:41.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035EEA8E" wp14:editId="6B58FEEF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40640</wp:posOffset>
                      </wp:positionV>
                      <wp:extent cx="906780" cy="367030"/>
                      <wp:effectExtent l="13970" t="5080" r="12700" b="8890"/>
                      <wp:wrapNone/>
                      <wp:docPr id="31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78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0" o:spid="_x0000_s1123" style="position:absolute;margin-left:21.75pt;margin-top:3.2pt;width:71.4pt;height:28.9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038FD40" wp14:editId="355865C7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12065</wp:posOffset>
                      </wp:positionV>
                      <wp:extent cx="269875" cy="269875"/>
                      <wp:effectExtent l="12065" t="5080" r="13335" b="10795"/>
                      <wp:wrapNone/>
                      <wp:docPr id="30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17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24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1" o:spid="_x0000_s1124" style="position:absolute;margin-left:.6pt;margin-top:.95pt;width:21.25pt;height:21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17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24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1B4561DB" wp14:editId="4FC7CAE0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443230</wp:posOffset>
                      </wp:positionV>
                      <wp:extent cx="1149985" cy="530860"/>
                      <wp:effectExtent l="10160" t="7620" r="11430" b="13970"/>
                      <wp:wrapNone/>
                      <wp:docPr id="29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125" type="#_x0000_t202" style="position:absolute;margin-left:2.7pt;margin-top:34.9pt;width:90.55pt;height:41.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F11E8" w:rsidTr="00DF11E8">
        <w:trPr>
          <w:cantSplit/>
          <w:trHeight w:hRule="exact" w:val="1613"/>
          <w:tblCellSpacing w:w="29" w:type="dxa"/>
        </w:trPr>
        <w:tc>
          <w:tcPr>
            <w:tcW w:w="431" w:type="dxa"/>
            <w:shd w:val="clear" w:color="auto" w:fill="F2F2F2" w:themeFill="background1" w:themeFillShade="F2"/>
          </w:tcPr>
          <w:p w:rsidR="00075D7E" w:rsidRPr="00DF11E8" w:rsidRDefault="00075D7E"/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EBED5AE" wp14:editId="3A185A0A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33020</wp:posOffset>
                      </wp:positionV>
                      <wp:extent cx="906780" cy="367030"/>
                      <wp:effectExtent l="12700" t="11430" r="13970" b="12065"/>
                      <wp:wrapNone/>
                      <wp:docPr id="28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78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4" o:spid="_x0000_s1126" style="position:absolute;margin-left:21.55pt;margin-top:2.6pt;width:71.4pt;height:28.9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534305B4" wp14:editId="4D3E9C96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4445</wp:posOffset>
                      </wp:positionV>
                      <wp:extent cx="269875" cy="269875"/>
                      <wp:effectExtent l="10795" t="11430" r="5080" b="13970"/>
                      <wp:wrapNone/>
                      <wp:docPr id="27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10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25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5" o:spid="_x0000_s1127" style="position:absolute;margin-left:.4pt;margin-top:.35pt;width:21.25pt;height:21.2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10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25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760A0A4B" wp14:editId="7A39DD59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435610</wp:posOffset>
                      </wp:positionV>
                      <wp:extent cx="1149985" cy="530860"/>
                      <wp:effectExtent l="8890" t="13970" r="12700" b="7620"/>
                      <wp:wrapNone/>
                      <wp:docPr id="26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3" o:spid="_x0000_s1128" type="#_x0000_t202" style="position:absolute;margin-left:2.5pt;margin-top:34.3pt;width:90.55pt;height:41.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9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8ED9426" wp14:editId="6D59302C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33020</wp:posOffset>
                      </wp:positionV>
                      <wp:extent cx="906780" cy="367030"/>
                      <wp:effectExtent l="8890" t="11430" r="8255" b="12065"/>
                      <wp:wrapNone/>
                      <wp:docPr id="25" name="Rectangl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78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8" o:spid="_x0000_s1129" style="position:absolute;margin-left:21pt;margin-top:2.6pt;width:71.4pt;height:28.9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199F4EF" wp14:editId="5A562C58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269875" cy="269875"/>
                      <wp:effectExtent l="6985" t="11430" r="8890" b="13970"/>
                      <wp:wrapNone/>
                      <wp:docPr id="24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09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26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9" o:spid="_x0000_s1130" style="position:absolute;margin-left:-.15pt;margin-top:.35pt;width:21.25pt;height:21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09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26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36F01CA9" wp14:editId="3488606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435610</wp:posOffset>
                      </wp:positionV>
                      <wp:extent cx="1149985" cy="530860"/>
                      <wp:effectExtent l="5080" t="13970" r="6985" b="7620"/>
                      <wp:wrapNone/>
                      <wp:docPr id="23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131" type="#_x0000_t202" style="position:absolute;margin-left:1.95pt;margin-top:34.3pt;width:90.55pt;height:41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91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EE8180D" wp14:editId="58EF9E7C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33020</wp:posOffset>
                      </wp:positionV>
                      <wp:extent cx="906780" cy="367030"/>
                      <wp:effectExtent l="5715" t="11430" r="11430" b="12065"/>
                      <wp:wrapNone/>
                      <wp:docPr id="22" name="Rectangl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78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2" o:spid="_x0000_s1132" style="position:absolute;margin-left:23.75pt;margin-top:2.6pt;width:71.4pt;height:28.9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B9FED4F" wp14:editId="415FEFFA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4445</wp:posOffset>
                      </wp:positionV>
                      <wp:extent cx="269875" cy="269875"/>
                      <wp:effectExtent l="13335" t="11430" r="12065" b="13970"/>
                      <wp:wrapNone/>
                      <wp:docPr id="21" name="Rectangl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7891653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27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3" o:spid="_x0000_s1133" style="position:absolute;margin-left:2.6pt;margin-top:.35pt;width:21.25pt;height:21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7891653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27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18862277" wp14:editId="6CE4DE22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435610</wp:posOffset>
                      </wp:positionV>
                      <wp:extent cx="1149985" cy="530860"/>
                      <wp:effectExtent l="11430" t="13970" r="10160" b="7620"/>
                      <wp:wrapNone/>
                      <wp:docPr id="20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Pr="00014C87" w:rsidRDefault="00075D7E" w:rsidP="00014C87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134" type="#_x0000_t202" style="position:absolute;margin-left:4.7pt;margin-top:34.3pt;width:90.55pt;height:41.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" filled="f" strokecolor="#e36c0a [2409]">
                      <v:textbox inset="0,0,0,0">
                        <w:txbxContent>
                          <w:p w:rsidR="00075D7E" w:rsidRPr="00014C87" w:rsidRDefault="00075D7E" w:rsidP="00014C8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232AB351" wp14:editId="382DF2BB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33020</wp:posOffset>
                      </wp:positionV>
                      <wp:extent cx="905510" cy="367030"/>
                      <wp:effectExtent l="12700" t="11430" r="5715" b="12065"/>
                      <wp:wrapNone/>
                      <wp:docPr id="19" name="Rectangl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551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6" o:spid="_x0000_s1135" style="position:absolute;margin-left:22.35pt;margin-top:2.6pt;width:71.3pt;height:28.9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5C5D4A3" wp14:editId="217B4FDA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4445</wp:posOffset>
                      </wp:positionV>
                      <wp:extent cx="269875" cy="269875"/>
                      <wp:effectExtent l="9525" t="11430" r="6350" b="13970"/>
                      <wp:wrapNone/>
                      <wp:docPr id="18" name="Rectangl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07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28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7" o:spid="_x0000_s1136" style="position:absolute;margin-left:1.1pt;margin-top:.35pt;width:21.25pt;height:21.2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07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28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12B3217C" wp14:editId="7D1849DD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435610</wp:posOffset>
                      </wp:positionV>
                      <wp:extent cx="1149985" cy="530860"/>
                      <wp:effectExtent l="7620" t="13970" r="13970" b="7620"/>
                      <wp:wrapNone/>
                      <wp:docPr id="17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5" o:spid="_x0000_s1137" type="#_x0000_t202" style="position:absolute;margin-left:3.2pt;margin-top:34.3pt;width:90.55pt;height:4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1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27D6AFDA" wp14:editId="72250EBE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33020</wp:posOffset>
                      </wp:positionV>
                      <wp:extent cx="909955" cy="367030"/>
                      <wp:effectExtent l="8255" t="11430" r="5715" b="12065"/>
                      <wp:wrapNone/>
                      <wp:docPr id="16" name="Rectangl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9955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0" o:spid="_x0000_s1138" style="position:absolute;margin-left:21pt;margin-top:2.6pt;width:71.65pt;height:28.9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12B372FB" wp14:editId="094EC68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4445</wp:posOffset>
                      </wp:positionV>
                      <wp:extent cx="269875" cy="269875"/>
                      <wp:effectExtent l="9525" t="11430" r="6350" b="13970"/>
                      <wp:wrapNone/>
                      <wp:docPr id="15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7891656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29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1" o:spid="_x0000_s1139" style="position:absolute;margin-left:.1pt;margin-top:.35pt;width:21.25pt;height:21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7891656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29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2E21E2A2" wp14:editId="65003B4A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435610</wp:posOffset>
                      </wp:positionV>
                      <wp:extent cx="1149985" cy="530860"/>
                      <wp:effectExtent l="7620" t="13970" r="13970" b="7620"/>
                      <wp:wrapNone/>
                      <wp:docPr id="14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9" o:spid="_x0000_s1140" type="#_x0000_t202" style="position:absolute;margin-left:2.2pt;margin-top:34.3pt;width:90.55pt;height:41.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075D7E" w:rsidRPr="00DF11E8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4EF68F0" wp14:editId="7F999DF8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33020</wp:posOffset>
                      </wp:positionV>
                      <wp:extent cx="905510" cy="367030"/>
                      <wp:effectExtent l="8890" t="11430" r="9525" b="12065"/>
                      <wp:wrapNone/>
                      <wp:docPr id="13" name="Rectangl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5510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4" o:spid="_x0000_s1141" style="position:absolute;margin-left:22.35pt;margin-top:2.6pt;width:71.3pt;height:28.9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34E2AAE" wp14:editId="28C82B28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4445</wp:posOffset>
                      </wp:positionV>
                      <wp:extent cx="269875" cy="269875"/>
                      <wp:effectExtent l="5715" t="11430" r="10160" b="13970"/>
                      <wp:wrapNone/>
                      <wp:docPr id="12" name="Rectangl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05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30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5" o:spid="_x0000_s1142" style="position:absolute;margin-left:1.1pt;margin-top:.35pt;width:21.25pt;height:21.2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05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30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222C5E1F" wp14:editId="1B2394C5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435610</wp:posOffset>
                      </wp:positionV>
                      <wp:extent cx="1149985" cy="530860"/>
                      <wp:effectExtent l="13335" t="13970" r="8255" b="7620"/>
                      <wp:wrapNone/>
                      <wp:docPr id="11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3" o:spid="_x0000_s1143" type="#_x0000_t202" style="position:absolute;margin-left:3.2pt;margin-top:34.3pt;width:90.55pt;height:41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:rsidR="00075D7E" w:rsidRDefault="006833BC"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3F0F0450" wp14:editId="3E253420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33020</wp:posOffset>
                      </wp:positionV>
                      <wp:extent cx="911225" cy="367030"/>
                      <wp:effectExtent l="9525" t="11430" r="12700" b="12065"/>
                      <wp:wrapNone/>
                      <wp:docPr id="10" name="Rectangl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1225" cy="367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25000"/>
                                </a:schemeClr>
                              </a:solidFill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75D7E" w:rsidRPr="008473BB" w:rsidRDefault="00075D7E" w:rsidP="008473BB"/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8" o:spid="_x0000_s1144" style="position:absolute;margin-left:21.4pt;margin-top:2.6pt;width:71.75pt;height:28.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" fillcolor="white [3212]" strokecolor="#e36c0a [2409]">
                      <v:fill opacity="16448f"/>
                      <v:textbox inset="0,0,0,0">
                        <w:txbxContent>
                          <w:p w:rsidR="00075D7E" w:rsidRPr="008473BB" w:rsidRDefault="00075D7E" w:rsidP="008473BB"/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344D78E8" wp14:editId="1B24287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4445</wp:posOffset>
                      </wp:positionV>
                      <wp:extent cx="269875" cy="269875"/>
                      <wp:effectExtent l="12065" t="11430" r="13335" b="13970"/>
                      <wp:wrapNone/>
                      <wp:docPr id="9" name="Rectangl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WeekNumbersLettersChar"/>
                                    </w:rPr>
                                    <w:id w:val="2967311"/>
                                    <w:placeholder>
                                      <w:docPart w:val="6955A889BF9742739F9854975B28C304"/>
                                    </w:placeholder>
                                    <w:dropDownList>
                                      <w:listItem w:displayText="----" w:value="----"/>
                                      <w:listItem w:displayText="1" w:value="1"/>
                                      <w:listItem w:displayText="2" w:value="2"/>
                                      <w:listItem w:displayText="3" w:value="3"/>
                                      <w:listItem w:displayText="4" w:value="4"/>
                                      <w:listItem w:displayText="5" w:value="5"/>
                                      <w:listItem w:displayText="6" w:value="6"/>
                                      <w:listItem w:displayText="7" w:value="7"/>
                                      <w:listItem w:displayText="8" w:value="8"/>
                                      <w:listItem w:displayText="9" w:value="9"/>
                                      <w:listItem w:displayText="10" w:value="10"/>
                                      <w:listItem w:displayText="11" w:value="11"/>
                                      <w:listItem w:displayText="12" w:value="12"/>
                                      <w:listItem w:displayText="13" w:value="13"/>
                                      <w:listItem w:displayText="14" w:value="14"/>
                                      <w:listItem w:displayText="15" w:value="15"/>
                                      <w:listItem w:displayText="16" w:value="16"/>
                                      <w:listItem w:displayText="17" w:value="17"/>
                                      <w:listItem w:displayText="18" w:value="18"/>
                                      <w:listItem w:displayText="19" w:value="19"/>
                                      <w:listItem w:displayText="20" w:value="20"/>
                                      <w:listItem w:displayText="21" w:value="21"/>
                                      <w:listItem w:displayText="22" w:value="22"/>
                                      <w:listItem w:displayText="23" w:value="23"/>
                                      <w:listItem w:displayText="24" w:value="24"/>
                                      <w:listItem w:displayText="25" w:value="25"/>
                                      <w:listItem w:displayText="26" w:value="26"/>
                                      <w:listItem w:displayText="27" w:value="27"/>
                                      <w:listItem w:displayText="28" w:value="28"/>
                                      <w:listItem w:displayText="29" w:value="29"/>
                                      <w:listItem w:displayText="30" w:value="30"/>
                                      <w:listItem w:displayText="31" w:value="31"/>
                                    </w:dropDownList>
                                  </w:sdtPr>
                                  <w:sdtEndPr>
                                    <w:rPr>
                                      <w:rStyle w:val="WeekNumbersLettersChar"/>
                                    </w:rPr>
                                  </w:sdtEndPr>
                                  <w:sdtContent>
                                    <w:p w:rsidR="00075D7E" w:rsidRDefault="00CE5F0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WeekNumbersLettersChar"/>
                                        </w:rPr>
                                        <w:t>31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9" o:spid="_x0000_s1145" style="position:absolute;margin-left:.6pt;margin-top:.35pt;width:21.25pt;height:21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" fillcolor="white [3212]" strokecolor="#5a5a5a [2109]">
                      <v:textbox inset="0,0,0,0">
                        <w:txbxContent>
                          <w:sdt>
                            <w:sdtPr>
                              <w:rPr>
                                <w:rStyle w:val="WeekNumbersLettersChar"/>
                              </w:rPr>
                              <w:id w:val="2967311"/>
                              <w:placeholder>
                                <w:docPart w:val="6955A889BF9742739F9854975B28C304"/>
                              </w:placeholder>
                              <w:dropDownList>
                                <w:listItem w:displayText="----" w:value="----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  <w:listItem w:displayText="5" w:value="5"/>
                                <w:listItem w:displayText="6" w:value="6"/>
                                <w:listItem w:displayText="7" w:value="7"/>
                                <w:listItem w:displayText="8" w:value="8"/>
                                <w:listItem w:displayText="9" w:value="9"/>
                                <w:listItem w:displayText="10" w:value="10"/>
                                <w:listItem w:displayText="11" w:value="11"/>
                                <w:listItem w:displayText="12" w:value="12"/>
                                <w:listItem w:displayText="13" w:value="13"/>
                                <w:listItem w:displayText="14" w:value="14"/>
                                <w:listItem w:displayText="15" w:value="15"/>
                                <w:listItem w:displayText="16" w:value="16"/>
                                <w:listItem w:displayText="17" w:value="17"/>
                                <w:listItem w:displayText="18" w:value="18"/>
                                <w:listItem w:displayText="19" w:value="19"/>
                                <w:listItem w:displayText="20" w:value="20"/>
                                <w:listItem w:displayText="21" w:value="21"/>
                                <w:listItem w:displayText="22" w:value="22"/>
                                <w:listItem w:displayText="23" w:value="23"/>
                                <w:listItem w:displayText="24" w:value="24"/>
                                <w:listItem w:displayText="25" w:value="25"/>
                                <w:listItem w:displayText="26" w:value="26"/>
                                <w:listItem w:displayText="27" w:value="27"/>
                                <w:listItem w:displayText="28" w:value="28"/>
                                <w:listItem w:displayText="29" w:value="29"/>
                                <w:listItem w:displayText="30" w:value="30"/>
                                <w:listItem w:displayText="31" w:value="31"/>
                              </w:dropDownList>
                            </w:sdtPr>
                            <w:sdtEndPr>
                              <w:rPr>
                                <w:rStyle w:val="WeekNumbersLettersChar"/>
                              </w:rPr>
                            </w:sdtEndPr>
                            <w:sdtContent>
                              <w:p w:rsidR="00075D7E" w:rsidRDefault="00CE5F00">
                                <w:pPr>
                                  <w:jc w:val="center"/>
                                </w:pPr>
                                <w:r>
                                  <w:rPr>
                                    <w:rStyle w:val="WeekNumbersLettersChar"/>
                                  </w:rPr>
                                  <w:t>31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</w:pict>
                </mc:Fallback>
              </mc:AlternateContent>
            </w:r>
            <w:r w:rsidRPr="00DF11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5531EC78" wp14:editId="7749A61C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435610</wp:posOffset>
                      </wp:positionV>
                      <wp:extent cx="1149985" cy="530860"/>
                      <wp:effectExtent l="10160" t="13970" r="11430" b="7620"/>
                      <wp:wrapNone/>
                      <wp:docPr id="8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530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6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D7E" w:rsidRDefault="00075D7E" w:rsidP="00E45C1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146" type="#_x0000_t202" style="position:absolute;margin-left:2.7pt;margin-top:34.3pt;width:90.55pt;height:41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" filled="f" strokecolor="#e36c0a [2409]">
                      <v:textbox inset="0,0,0,0">
                        <w:txbxContent>
                          <w:p w:rsidR="00075D7E" w:rsidRDefault="00075D7E" w:rsidP="00E45C15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5A3201" w:rsidRPr="00A53E7E" w:rsidRDefault="00A53E7E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342900" cy="209550"/>
            <wp:effectExtent l="0" t="0" r="0" b="0"/>
            <wp:docPr id="1" name="Picture 1" descr="C:\Users\drew crystal\AppData\Local\Microsoft\Windows\Temporary Internet Files\Content.IE5\HIL5R7L0\MC90043156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ew crystal\AppData\Local\Microsoft\Windows\Temporary Internet Files\Content.IE5\HIL5R7L0\MC900431561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3201" w:rsidRPr="00A53E7E">
        <w:rPr>
          <w:b/>
          <w:sz w:val="20"/>
          <w:szCs w:val="20"/>
        </w:rPr>
        <w:t xml:space="preserve">Your child can turn in their family calendar at the end of the month for a </w:t>
      </w:r>
      <w:r w:rsidR="005A3201" w:rsidRPr="00A53E7E">
        <w:rPr>
          <w:b/>
          <w:i/>
          <w:sz w:val="20"/>
          <w:szCs w:val="20"/>
        </w:rPr>
        <w:t>chance</w:t>
      </w:r>
      <w:r w:rsidR="005A3201" w:rsidRPr="00A53E7E">
        <w:rPr>
          <w:b/>
          <w:sz w:val="20"/>
          <w:szCs w:val="20"/>
        </w:rPr>
        <w:t xml:space="preserve"> to win a subway gift card for their participation in this family fitness challenge!!</w:t>
      </w:r>
    </w:p>
    <w:sectPr w:rsidR="005A3201" w:rsidRPr="00A53E7E" w:rsidSect="00E32E5D">
      <w:pgSz w:w="15840" w:h="12240" w:orient="landscape" w:code="1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068D6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420AD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FD8AD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49C9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ADADE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E2C9F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1468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7F6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DC50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1400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3BC"/>
    <w:rsid w:val="00014C87"/>
    <w:rsid w:val="00075D7E"/>
    <w:rsid w:val="00096FBB"/>
    <w:rsid w:val="000B5932"/>
    <w:rsid w:val="001239F5"/>
    <w:rsid w:val="001349E8"/>
    <w:rsid w:val="00186A72"/>
    <w:rsid w:val="005510A4"/>
    <w:rsid w:val="005A3201"/>
    <w:rsid w:val="005D5FD0"/>
    <w:rsid w:val="00630EA1"/>
    <w:rsid w:val="00676ED4"/>
    <w:rsid w:val="006833BC"/>
    <w:rsid w:val="006C1C49"/>
    <w:rsid w:val="007D4C88"/>
    <w:rsid w:val="008064C1"/>
    <w:rsid w:val="0083615C"/>
    <w:rsid w:val="008473BB"/>
    <w:rsid w:val="00A53E7E"/>
    <w:rsid w:val="00B707E3"/>
    <w:rsid w:val="00C656DF"/>
    <w:rsid w:val="00CE460B"/>
    <w:rsid w:val="00CE5F00"/>
    <w:rsid w:val="00D10113"/>
    <w:rsid w:val="00D153EE"/>
    <w:rsid w:val="00DF11E8"/>
    <w:rsid w:val="00E32E5D"/>
    <w:rsid w:val="00E45C15"/>
    <w:rsid w:val="00E67EBB"/>
    <w:rsid w:val="00EB6CC2"/>
    <w:rsid w:val="00EE47D1"/>
    <w:rsid w:val="00F1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EE47D1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rsid w:val="00075D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D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75D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D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D7E"/>
    <w:rPr>
      <w:rFonts w:ascii="Tahoma" w:hAnsi="Tahoma" w:cs="Tahoma"/>
      <w:sz w:val="16"/>
      <w:szCs w:val="16"/>
    </w:rPr>
  </w:style>
  <w:style w:type="paragraph" w:customStyle="1" w:styleId="Month">
    <w:name w:val="Month"/>
    <w:basedOn w:val="Normal"/>
    <w:link w:val="MonthChar"/>
    <w:qFormat/>
    <w:rsid w:val="00EE47D1"/>
    <w:pPr>
      <w:jc w:val="center"/>
    </w:pPr>
    <w:rPr>
      <w:b/>
      <w:color w:val="FFFFFF" w:themeColor="background1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075D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nstructions">
    <w:name w:val="Instructions"/>
    <w:basedOn w:val="Normal"/>
    <w:link w:val="InstructionsChar"/>
    <w:qFormat/>
    <w:rsid w:val="00B707E3"/>
    <w:pPr>
      <w:jc w:val="right"/>
    </w:pPr>
    <w:rPr>
      <w:i/>
      <w:color w:val="0D0D0D" w:themeColor="text1" w:themeTint="F2"/>
      <w:sz w:val="20"/>
    </w:rPr>
  </w:style>
  <w:style w:type="paragraph" w:customStyle="1" w:styleId="Days">
    <w:name w:val="Days"/>
    <w:basedOn w:val="Normal"/>
    <w:link w:val="DaysChar"/>
    <w:qFormat/>
    <w:rsid w:val="00EE47D1"/>
    <w:pPr>
      <w:jc w:val="center"/>
    </w:pPr>
    <w:rPr>
      <w:b/>
      <w:sz w:val="24"/>
    </w:rPr>
  </w:style>
  <w:style w:type="character" w:customStyle="1" w:styleId="InstructionsChar">
    <w:name w:val="Instructions Char"/>
    <w:basedOn w:val="DefaultParagraphFont"/>
    <w:link w:val="Instructions"/>
    <w:rsid w:val="00B707E3"/>
    <w:rPr>
      <w:rFonts w:asciiTheme="minorHAnsi" w:hAnsiTheme="minorHAnsi"/>
      <w:i/>
      <w:color w:val="0D0D0D" w:themeColor="text1" w:themeTint="F2"/>
      <w:sz w:val="20"/>
    </w:rPr>
  </w:style>
  <w:style w:type="character" w:customStyle="1" w:styleId="MonthChar">
    <w:name w:val="Month Char"/>
    <w:basedOn w:val="DefaultParagraphFont"/>
    <w:link w:val="Month"/>
    <w:rsid w:val="00EE47D1"/>
    <w:rPr>
      <w:rFonts w:asciiTheme="minorHAnsi" w:hAnsiTheme="minorHAnsi"/>
      <w:b/>
      <w:color w:val="FFFFFF" w:themeColor="background1"/>
      <w:sz w:val="28"/>
    </w:rPr>
  </w:style>
  <w:style w:type="paragraph" w:customStyle="1" w:styleId="WeekNumbersLetters">
    <w:name w:val="Week Numbers &amp; Letters"/>
    <w:basedOn w:val="Days"/>
    <w:link w:val="WeekNumbersLettersChar"/>
    <w:qFormat/>
    <w:rsid w:val="00075D7E"/>
    <w:rPr>
      <w:color w:val="000000" w:themeColor="text1"/>
    </w:rPr>
  </w:style>
  <w:style w:type="character" w:customStyle="1" w:styleId="DaysChar">
    <w:name w:val="Days Char"/>
    <w:basedOn w:val="DefaultParagraphFont"/>
    <w:link w:val="Days"/>
    <w:rsid w:val="00EE47D1"/>
    <w:rPr>
      <w:rFonts w:asciiTheme="minorHAnsi" w:hAnsiTheme="minorHAnsi"/>
      <w:b/>
      <w:sz w:val="24"/>
    </w:rPr>
  </w:style>
  <w:style w:type="paragraph" w:customStyle="1" w:styleId="Names">
    <w:name w:val="Names"/>
    <w:basedOn w:val="Normal"/>
    <w:link w:val="NamesChar"/>
    <w:qFormat/>
    <w:rsid w:val="00075D7E"/>
    <w:rPr>
      <w:rFonts w:asciiTheme="majorHAnsi" w:hAnsiTheme="majorHAnsi"/>
      <w:color w:val="000000" w:themeColor="text1"/>
      <w:sz w:val="24"/>
    </w:rPr>
  </w:style>
  <w:style w:type="character" w:customStyle="1" w:styleId="WeekNumbersLettersChar">
    <w:name w:val="Week Numbers &amp; Letters Char"/>
    <w:basedOn w:val="DaysChar"/>
    <w:link w:val="WeekNumbersLetters"/>
    <w:rsid w:val="00075D7E"/>
    <w:rPr>
      <w:rFonts w:asciiTheme="minorHAnsi" w:hAnsiTheme="minorHAnsi"/>
      <w:b/>
      <w:color w:val="000000" w:themeColor="text1"/>
      <w:sz w:val="24"/>
    </w:rPr>
  </w:style>
  <w:style w:type="character" w:customStyle="1" w:styleId="NamesChar">
    <w:name w:val="Names Char"/>
    <w:basedOn w:val="DefaultParagraphFont"/>
    <w:link w:val="Names"/>
    <w:rsid w:val="00075D7E"/>
    <w:rPr>
      <w:rFonts w:asciiTheme="majorHAnsi" w:hAnsiTheme="majorHAnsi"/>
      <w:color w:val="000000" w:themeColor="text1"/>
      <w:sz w:val="24"/>
    </w:rPr>
  </w:style>
  <w:style w:type="paragraph" w:customStyle="1" w:styleId="SchoolActivities">
    <w:name w:val="School Activities"/>
    <w:basedOn w:val="Normal"/>
    <w:link w:val="SchoolActivitiesChar"/>
    <w:qFormat/>
    <w:rsid w:val="00075D7E"/>
    <w:rPr>
      <w:sz w:val="18"/>
    </w:rPr>
  </w:style>
  <w:style w:type="character" w:customStyle="1" w:styleId="SchoolActivitiesChar">
    <w:name w:val="School Activities Char"/>
    <w:basedOn w:val="DefaultParagraphFont"/>
    <w:link w:val="SchoolActivities"/>
    <w:rsid w:val="00075D7E"/>
    <w:rPr>
      <w:rFonts w:asciiTheme="minorHAnsi" w:hAnsiTheme="minorHAnsi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EE47D1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rsid w:val="00075D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D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75D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D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D7E"/>
    <w:rPr>
      <w:rFonts w:ascii="Tahoma" w:hAnsi="Tahoma" w:cs="Tahoma"/>
      <w:sz w:val="16"/>
      <w:szCs w:val="16"/>
    </w:rPr>
  </w:style>
  <w:style w:type="paragraph" w:customStyle="1" w:styleId="Month">
    <w:name w:val="Month"/>
    <w:basedOn w:val="Normal"/>
    <w:link w:val="MonthChar"/>
    <w:qFormat/>
    <w:rsid w:val="00EE47D1"/>
    <w:pPr>
      <w:jc w:val="center"/>
    </w:pPr>
    <w:rPr>
      <w:b/>
      <w:color w:val="FFFFFF" w:themeColor="background1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075D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nstructions">
    <w:name w:val="Instructions"/>
    <w:basedOn w:val="Normal"/>
    <w:link w:val="InstructionsChar"/>
    <w:qFormat/>
    <w:rsid w:val="00B707E3"/>
    <w:pPr>
      <w:jc w:val="right"/>
    </w:pPr>
    <w:rPr>
      <w:i/>
      <w:color w:val="0D0D0D" w:themeColor="text1" w:themeTint="F2"/>
      <w:sz w:val="20"/>
    </w:rPr>
  </w:style>
  <w:style w:type="paragraph" w:customStyle="1" w:styleId="Days">
    <w:name w:val="Days"/>
    <w:basedOn w:val="Normal"/>
    <w:link w:val="DaysChar"/>
    <w:qFormat/>
    <w:rsid w:val="00EE47D1"/>
    <w:pPr>
      <w:jc w:val="center"/>
    </w:pPr>
    <w:rPr>
      <w:b/>
      <w:sz w:val="24"/>
    </w:rPr>
  </w:style>
  <w:style w:type="character" w:customStyle="1" w:styleId="InstructionsChar">
    <w:name w:val="Instructions Char"/>
    <w:basedOn w:val="DefaultParagraphFont"/>
    <w:link w:val="Instructions"/>
    <w:rsid w:val="00B707E3"/>
    <w:rPr>
      <w:rFonts w:asciiTheme="minorHAnsi" w:hAnsiTheme="minorHAnsi"/>
      <w:i/>
      <w:color w:val="0D0D0D" w:themeColor="text1" w:themeTint="F2"/>
      <w:sz w:val="20"/>
    </w:rPr>
  </w:style>
  <w:style w:type="character" w:customStyle="1" w:styleId="MonthChar">
    <w:name w:val="Month Char"/>
    <w:basedOn w:val="DefaultParagraphFont"/>
    <w:link w:val="Month"/>
    <w:rsid w:val="00EE47D1"/>
    <w:rPr>
      <w:rFonts w:asciiTheme="minorHAnsi" w:hAnsiTheme="minorHAnsi"/>
      <w:b/>
      <w:color w:val="FFFFFF" w:themeColor="background1"/>
      <w:sz w:val="28"/>
    </w:rPr>
  </w:style>
  <w:style w:type="paragraph" w:customStyle="1" w:styleId="WeekNumbersLetters">
    <w:name w:val="Week Numbers &amp; Letters"/>
    <w:basedOn w:val="Days"/>
    <w:link w:val="WeekNumbersLettersChar"/>
    <w:qFormat/>
    <w:rsid w:val="00075D7E"/>
    <w:rPr>
      <w:color w:val="000000" w:themeColor="text1"/>
    </w:rPr>
  </w:style>
  <w:style w:type="character" w:customStyle="1" w:styleId="DaysChar">
    <w:name w:val="Days Char"/>
    <w:basedOn w:val="DefaultParagraphFont"/>
    <w:link w:val="Days"/>
    <w:rsid w:val="00EE47D1"/>
    <w:rPr>
      <w:rFonts w:asciiTheme="minorHAnsi" w:hAnsiTheme="minorHAnsi"/>
      <w:b/>
      <w:sz w:val="24"/>
    </w:rPr>
  </w:style>
  <w:style w:type="paragraph" w:customStyle="1" w:styleId="Names">
    <w:name w:val="Names"/>
    <w:basedOn w:val="Normal"/>
    <w:link w:val="NamesChar"/>
    <w:qFormat/>
    <w:rsid w:val="00075D7E"/>
    <w:rPr>
      <w:rFonts w:asciiTheme="majorHAnsi" w:hAnsiTheme="majorHAnsi"/>
      <w:color w:val="000000" w:themeColor="text1"/>
      <w:sz w:val="24"/>
    </w:rPr>
  </w:style>
  <w:style w:type="character" w:customStyle="1" w:styleId="WeekNumbersLettersChar">
    <w:name w:val="Week Numbers &amp; Letters Char"/>
    <w:basedOn w:val="DaysChar"/>
    <w:link w:val="WeekNumbersLetters"/>
    <w:rsid w:val="00075D7E"/>
    <w:rPr>
      <w:rFonts w:asciiTheme="minorHAnsi" w:hAnsiTheme="minorHAnsi"/>
      <w:b/>
      <w:color w:val="000000" w:themeColor="text1"/>
      <w:sz w:val="24"/>
    </w:rPr>
  </w:style>
  <w:style w:type="character" w:customStyle="1" w:styleId="NamesChar">
    <w:name w:val="Names Char"/>
    <w:basedOn w:val="DefaultParagraphFont"/>
    <w:link w:val="Names"/>
    <w:rsid w:val="00075D7E"/>
    <w:rPr>
      <w:rFonts w:asciiTheme="majorHAnsi" w:hAnsiTheme="majorHAnsi"/>
      <w:color w:val="000000" w:themeColor="text1"/>
      <w:sz w:val="24"/>
    </w:rPr>
  </w:style>
  <w:style w:type="paragraph" w:customStyle="1" w:styleId="SchoolActivities">
    <w:name w:val="School Activities"/>
    <w:basedOn w:val="Normal"/>
    <w:link w:val="SchoolActivitiesChar"/>
    <w:qFormat/>
    <w:rsid w:val="00075D7E"/>
    <w:rPr>
      <w:sz w:val="18"/>
    </w:rPr>
  </w:style>
  <w:style w:type="character" w:customStyle="1" w:styleId="SchoolActivitiesChar">
    <w:name w:val="School Activities Char"/>
    <w:basedOn w:val="DefaultParagraphFont"/>
    <w:link w:val="SchoolActivities"/>
    <w:rsid w:val="00075D7E"/>
    <w:rPr>
      <w:rFonts w:asciiTheme="minorHAnsi" w:hAnsiTheme="minorHAns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fuel+up+to+play+60+logo&amp;source=images&amp;cd=&amp;cad=rja&amp;docid=BNuZx45MX1pNCM&amp;tbnid=8cNVOTZjIESz3M:&amp;ved=0CAUQjRw&amp;url=http://www.eatrightvt.org/vda.cfm?page=child_nutrition&amp;ei=klEZUb2sOYz69gSe2YDwDA&amp;bvm=bv.42080656,d.eWU&amp;psig=AFQjCNFyhE2zUi_XI828EkwLVKzvG5hDJg&amp;ust=1360698671745885" TargetMode="External"/><Relationship Id="rId13" Type="http://schemas.openxmlformats.org/officeDocument/2006/relationships/image" Target="media/image20.wmf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jpeg"/><Relationship Id="rId5" Type="http://schemas.microsoft.com/office/2007/relationships/stylesWithEffects" Target="stylesWithEffects.xml"/><Relationship Id="rId15" Type="http://schemas.openxmlformats.org/officeDocument/2006/relationships/image" Target="media/image30.png"/><Relationship Id="rId10" Type="http://schemas.openxmlformats.org/officeDocument/2006/relationships/hyperlink" Target="http://www.google.com/url?sa=i&amp;rct=j&amp;q=fuel+up+to+play+60+logo&amp;source=images&amp;cd=&amp;cad=rja&amp;docid=BNuZx45MX1pNCM&amp;tbnid=8cNVOTZjIESz3M:&amp;ved=0CAUQjRw&amp;url=http://www.eatrightvt.org/vda.cfm?page=child_nutrition&amp;ei=klEZUb2sOYz69gSe2YDwDA&amp;bvm=bv.42080656,d.eWU&amp;psig=AFQjCNFyhE2zUi_XI828EkwLVKzvG5hDJg&amp;ust=1360698671745885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ew%20crystal\AppData\Roaming\Microsoft\Templates\ClassCalenda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EFB9104AE04C19ACFCBFE079944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6FB8BE-13E2-43A1-89D3-74DC68F95975}"/>
      </w:docPartPr>
      <w:docPartBody>
        <w:p w:rsidR="00681FE0" w:rsidRDefault="00681FE0">
          <w:pPr>
            <w:pStyle w:val="77EFB9104AE04C19ACFCBFE079944B33"/>
          </w:pPr>
          <w:r>
            <w:rPr>
              <w:rStyle w:val="days"/>
            </w:rPr>
            <w:t>f</w:t>
          </w:r>
        </w:p>
      </w:docPartBody>
    </w:docPart>
    <w:docPart>
      <w:docPartPr>
        <w:name w:val="1E5525DA9F3F4350BD1E0874801C1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877C5-EBE4-4EE9-888C-E8C2E77793ED}"/>
      </w:docPartPr>
      <w:docPartBody>
        <w:p w:rsidR="00681FE0" w:rsidRDefault="00681FE0">
          <w:pPr>
            <w:pStyle w:val="1E5525DA9F3F4350BD1E0874801C161F"/>
          </w:pPr>
          <w:r>
            <w:rPr>
              <w:rStyle w:val="days"/>
            </w:rPr>
            <w:t>f</w:t>
          </w:r>
        </w:p>
      </w:docPartBody>
    </w:docPart>
    <w:docPart>
      <w:docPartPr>
        <w:name w:val="6F06D9D4C4554F198B9262BC536D7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505CC-2772-4638-812A-60A48987B960}"/>
      </w:docPartPr>
      <w:docPartBody>
        <w:p w:rsidR="00681FE0" w:rsidRDefault="00681FE0">
          <w:pPr>
            <w:pStyle w:val="6F06D9D4C4554F198B9262BC536D7F0C"/>
          </w:pPr>
          <w:r>
            <w:rPr>
              <w:rStyle w:val="days"/>
            </w:rPr>
            <w:t>f</w:t>
          </w:r>
        </w:p>
      </w:docPartBody>
    </w:docPart>
    <w:docPart>
      <w:docPartPr>
        <w:name w:val="FE4FAAEB91DC4652BBDB2CDAF2DE3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71A98-EA0E-448E-85D1-2F84314DE1ED}"/>
      </w:docPartPr>
      <w:docPartBody>
        <w:p w:rsidR="00681FE0" w:rsidRDefault="00681FE0">
          <w:pPr>
            <w:pStyle w:val="FE4FAAEB91DC4652BBDB2CDAF2DE30DF"/>
          </w:pPr>
          <w:r>
            <w:rPr>
              <w:rStyle w:val="days"/>
            </w:rPr>
            <w:t>f</w:t>
          </w:r>
        </w:p>
      </w:docPartBody>
    </w:docPart>
    <w:docPart>
      <w:docPartPr>
        <w:name w:val="DF579BB914604DBC90F80D4EDB03C1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080-50D3-417A-BEAA-71800A4C5D28}"/>
      </w:docPartPr>
      <w:docPartBody>
        <w:p w:rsidR="00681FE0" w:rsidRDefault="00681FE0">
          <w:pPr>
            <w:pStyle w:val="DF579BB914604DBC90F80D4EDB03C17B"/>
          </w:pPr>
          <w:r>
            <w:rPr>
              <w:rStyle w:val="days"/>
            </w:rPr>
            <w:t>f</w:t>
          </w:r>
        </w:p>
      </w:docPartBody>
    </w:docPart>
    <w:docPart>
      <w:docPartPr>
        <w:name w:val="5A976E65E5134AF696C262C902ACA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7F93B-EFAA-45A6-97B9-482741A91684}"/>
      </w:docPartPr>
      <w:docPartBody>
        <w:p w:rsidR="00681FE0" w:rsidRDefault="00681FE0">
          <w:pPr>
            <w:pStyle w:val="5A976E65E5134AF696C262C902ACA0E8"/>
          </w:pPr>
          <w:r>
            <w:rPr>
              <w:rStyle w:val="days"/>
            </w:rPr>
            <w:t>f</w:t>
          </w:r>
        </w:p>
      </w:docPartBody>
    </w:docPart>
    <w:docPart>
      <w:docPartPr>
        <w:name w:val="D41AEF09C9E84AE69E286E00E2DE66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BCDED-DBB5-42D8-9CAC-A1456C2BBEC5}"/>
      </w:docPartPr>
      <w:docPartBody>
        <w:p w:rsidR="00681FE0" w:rsidRDefault="00681FE0">
          <w:pPr>
            <w:pStyle w:val="D41AEF09C9E84AE69E286E00E2DE6636"/>
          </w:pPr>
          <w:r>
            <w:rPr>
              <w:rStyle w:val="days"/>
            </w:rPr>
            <w:t>f</w:t>
          </w:r>
        </w:p>
      </w:docPartBody>
    </w:docPart>
    <w:docPart>
      <w:docPartPr>
        <w:name w:val="6955A889BF9742739F9854975B28C3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456D2-07BB-4EFC-9057-5DACBF2852B8}"/>
      </w:docPartPr>
      <w:docPartBody>
        <w:p w:rsidR="00681FE0" w:rsidRDefault="00681FE0">
          <w:pPr>
            <w:pStyle w:val="6955A889BF9742739F9854975B28C304"/>
          </w:pPr>
          <w:r>
            <w:rPr>
              <w:rStyle w:val="dates"/>
            </w:rPr>
            <w:t>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E0"/>
    <w:rsid w:val="0068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4338092A39B4C1BB71311CA39CADB50">
    <w:name w:val="54338092A39B4C1BB71311CA39CADB50"/>
  </w:style>
  <w:style w:type="character" w:customStyle="1" w:styleId="month">
    <w:name w:val="month"/>
    <w:basedOn w:val="DefaultParagraphFont"/>
    <w:uiPriority w:val="1"/>
    <w:qFormat/>
    <w:rPr>
      <w:rFonts w:asciiTheme="minorHAnsi" w:hAnsiTheme="minorHAnsi"/>
      <w:b/>
      <w:color w:val="FFFFFF" w:themeColor="background1"/>
      <w:sz w:val="28"/>
    </w:rPr>
  </w:style>
  <w:style w:type="paragraph" w:customStyle="1" w:styleId="C65C0B2E9E1E41BE9C970F9AE8B6139E">
    <w:name w:val="C65C0B2E9E1E41BE9C970F9AE8B6139E"/>
  </w:style>
  <w:style w:type="character" w:customStyle="1" w:styleId="days">
    <w:name w:val="days"/>
    <w:basedOn w:val="DefaultParagraphFont"/>
    <w:uiPriority w:val="1"/>
    <w:qFormat/>
    <w:rPr>
      <w:rFonts w:asciiTheme="minorHAnsi" w:hAnsiTheme="minorHAnsi"/>
      <w:b/>
      <w:color w:val="auto"/>
      <w:sz w:val="28"/>
    </w:rPr>
  </w:style>
  <w:style w:type="paragraph" w:customStyle="1" w:styleId="77EFB9104AE04C19ACFCBFE079944B33">
    <w:name w:val="77EFB9104AE04C19ACFCBFE079944B33"/>
  </w:style>
  <w:style w:type="paragraph" w:customStyle="1" w:styleId="1E5525DA9F3F4350BD1E0874801C161F">
    <w:name w:val="1E5525DA9F3F4350BD1E0874801C161F"/>
  </w:style>
  <w:style w:type="paragraph" w:customStyle="1" w:styleId="6F06D9D4C4554F198B9262BC536D7F0C">
    <w:name w:val="6F06D9D4C4554F198B9262BC536D7F0C"/>
  </w:style>
  <w:style w:type="paragraph" w:customStyle="1" w:styleId="FE4FAAEB91DC4652BBDB2CDAF2DE30DF">
    <w:name w:val="FE4FAAEB91DC4652BBDB2CDAF2DE30DF"/>
  </w:style>
  <w:style w:type="paragraph" w:customStyle="1" w:styleId="DF579BB914604DBC90F80D4EDB03C17B">
    <w:name w:val="DF579BB914604DBC90F80D4EDB03C17B"/>
  </w:style>
  <w:style w:type="paragraph" w:customStyle="1" w:styleId="5A976E65E5134AF696C262C902ACA0E8">
    <w:name w:val="5A976E65E5134AF696C262C902ACA0E8"/>
  </w:style>
  <w:style w:type="paragraph" w:customStyle="1" w:styleId="D41AEF09C9E84AE69E286E00E2DE6636">
    <w:name w:val="D41AEF09C9E84AE69E286E00E2DE6636"/>
  </w:style>
  <w:style w:type="paragraph" w:customStyle="1" w:styleId="Names">
    <w:name w:val="Names"/>
    <w:basedOn w:val="Normal"/>
    <w:link w:val="NamesChar"/>
    <w:qFormat/>
    <w:pPr>
      <w:spacing w:after="0" w:line="240" w:lineRule="auto"/>
    </w:pPr>
    <w:rPr>
      <w:rFonts w:asciiTheme="majorHAnsi" w:eastAsiaTheme="minorHAnsi" w:hAnsiTheme="majorHAnsi"/>
      <w:color w:val="000000" w:themeColor="text1"/>
      <w:sz w:val="24"/>
    </w:rPr>
  </w:style>
  <w:style w:type="character" w:customStyle="1" w:styleId="NamesChar">
    <w:name w:val="Names Char"/>
    <w:basedOn w:val="DefaultParagraphFont"/>
    <w:link w:val="Names"/>
    <w:rPr>
      <w:rFonts w:asciiTheme="majorHAnsi" w:eastAsiaTheme="minorHAnsi" w:hAnsiTheme="majorHAnsi"/>
      <w:color w:val="000000" w:themeColor="text1"/>
      <w:sz w:val="24"/>
    </w:rPr>
  </w:style>
  <w:style w:type="paragraph" w:customStyle="1" w:styleId="25CA25B3AD4A47C7A8C5E14645AF6660">
    <w:name w:val="25CA25B3AD4A47C7A8C5E14645AF6660"/>
  </w:style>
  <w:style w:type="paragraph" w:customStyle="1" w:styleId="2F04CF6E31F744FFAC23BA03E33CFFD6">
    <w:name w:val="2F04CF6E31F744FFAC23BA03E33CFFD6"/>
  </w:style>
  <w:style w:type="paragraph" w:customStyle="1" w:styleId="FE80D3DDE714441D90A34587A0E7196B">
    <w:name w:val="FE80D3DDE714441D90A34587A0E7196B"/>
  </w:style>
  <w:style w:type="paragraph" w:customStyle="1" w:styleId="16B337BDCE8F43FB998693E927CD2AD3">
    <w:name w:val="16B337BDCE8F43FB998693E927CD2AD3"/>
  </w:style>
  <w:style w:type="paragraph" w:customStyle="1" w:styleId="F4AC59A153E84BDB8176AC9C39F73E20">
    <w:name w:val="F4AC59A153E84BDB8176AC9C39F73E20"/>
  </w:style>
  <w:style w:type="paragraph" w:customStyle="1" w:styleId="E64FE9A60C61487CAB744BC868FAAA0A">
    <w:name w:val="E64FE9A60C61487CAB744BC868FAAA0A"/>
  </w:style>
  <w:style w:type="paragraph" w:customStyle="1" w:styleId="SchoolActivities">
    <w:name w:val="School Activities"/>
    <w:basedOn w:val="Normal"/>
    <w:link w:val="SchoolActivitiesChar"/>
    <w:qFormat/>
    <w:pPr>
      <w:spacing w:after="0" w:line="240" w:lineRule="auto"/>
    </w:pPr>
    <w:rPr>
      <w:rFonts w:eastAsiaTheme="minorHAnsi"/>
      <w:sz w:val="18"/>
    </w:rPr>
  </w:style>
  <w:style w:type="character" w:customStyle="1" w:styleId="SchoolActivitiesChar">
    <w:name w:val="School Activities Char"/>
    <w:basedOn w:val="DefaultParagraphFont"/>
    <w:link w:val="SchoolActivities"/>
    <w:rPr>
      <w:rFonts w:eastAsiaTheme="minorHAnsi"/>
      <w:sz w:val="18"/>
    </w:rPr>
  </w:style>
  <w:style w:type="paragraph" w:customStyle="1" w:styleId="2ABB01627431472588AC896ACCD8B174">
    <w:name w:val="2ABB01627431472588AC896ACCD8B174"/>
  </w:style>
  <w:style w:type="paragraph" w:customStyle="1" w:styleId="85EA564EB0E54B53BA38E749335955BA">
    <w:name w:val="85EA564EB0E54B53BA38E749335955BA"/>
  </w:style>
  <w:style w:type="paragraph" w:customStyle="1" w:styleId="44211BD016BC4ECC8C4D8F8F3E77A682">
    <w:name w:val="44211BD016BC4ECC8C4D8F8F3E77A682"/>
  </w:style>
  <w:style w:type="character" w:customStyle="1" w:styleId="dates">
    <w:name w:val="dates"/>
    <w:basedOn w:val="DefaultParagraphFont"/>
    <w:uiPriority w:val="1"/>
    <w:qFormat/>
    <w:rPr>
      <w:rFonts w:asciiTheme="minorHAnsi" w:hAnsiTheme="minorHAnsi"/>
      <w:b/>
      <w:color w:val="FFFFFF" w:themeColor="background1"/>
      <w:sz w:val="20"/>
    </w:rPr>
  </w:style>
  <w:style w:type="paragraph" w:customStyle="1" w:styleId="6955A889BF9742739F9854975B28C304">
    <w:name w:val="6955A889BF9742739F9854975B28C3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4338092A39B4C1BB71311CA39CADB50">
    <w:name w:val="54338092A39B4C1BB71311CA39CADB50"/>
  </w:style>
  <w:style w:type="character" w:customStyle="1" w:styleId="month">
    <w:name w:val="month"/>
    <w:basedOn w:val="DefaultParagraphFont"/>
    <w:uiPriority w:val="1"/>
    <w:qFormat/>
    <w:rPr>
      <w:rFonts w:asciiTheme="minorHAnsi" w:hAnsiTheme="minorHAnsi"/>
      <w:b/>
      <w:color w:val="FFFFFF" w:themeColor="background1"/>
      <w:sz w:val="28"/>
    </w:rPr>
  </w:style>
  <w:style w:type="paragraph" w:customStyle="1" w:styleId="C65C0B2E9E1E41BE9C970F9AE8B6139E">
    <w:name w:val="C65C0B2E9E1E41BE9C970F9AE8B6139E"/>
  </w:style>
  <w:style w:type="character" w:customStyle="1" w:styleId="days">
    <w:name w:val="days"/>
    <w:basedOn w:val="DefaultParagraphFont"/>
    <w:uiPriority w:val="1"/>
    <w:qFormat/>
    <w:rPr>
      <w:rFonts w:asciiTheme="minorHAnsi" w:hAnsiTheme="minorHAnsi"/>
      <w:b/>
      <w:color w:val="auto"/>
      <w:sz w:val="28"/>
    </w:rPr>
  </w:style>
  <w:style w:type="paragraph" w:customStyle="1" w:styleId="77EFB9104AE04C19ACFCBFE079944B33">
    <w:name w:val="77EFB9104AE04C19ACFCBFE079944B33"/>
  </w:style>
  <w:style w:type="paragraph" w:customStyle="1" w:styleId="1E5525DA9F3F4350BD1E0874801C161F">
    <w:name w:val="1E5525DA9F3F4350BD1E0874801C161F"/>
  </w:style>
  <w:style w:type="paragraph" w:customStyle="1" w:styleId="6F06D9D4C4554F198B9262BC536D7F0C">
    <w:name w:val="6F06D9D4C4554F198B9262BC536D7F0C"/>
  </w:style>
  <w:style w:type="paragraph" w:customStyle="1" w:styleId="FE4FAAEB91DC4652BBDB2CDAF2DE30DF">
    <w:name w:val="FE4FAAEB91DC4652BBDB2CDAF2DE30DF"/>
  </w:style>
  <w:style w:type="paragraph" w:customStyle="1" w:styleId="DF579BB914604DBC90F80D4EDB03C17B">
    <w:name w:val="DF579BB914604DBC90F80D4EDB03C17B"/>
  </w:style>
  <w:style w:type="paragraph" w:customStyle="1" w:styleId="5A976E65E5134AF696C262C902ACA0E8">
    <w:name w:val="5A976E65E5134AF696C262C902ACA0E8"/>
  </w:style>
  <w:style w:type="paragraph" w:customStyle="1" w:styleId="D41AEF09C9E84AE69E286E00E2DE6636">
    <w:name w:val="D41AEF09C9E84AE69E286E00E2DE6636"/>
  </w:style>
  <w:style w:type="paragraph" w:customStyle="1" w:styleId="Names">
    <w:name w:val="Names"/>
    <w:basedOn w:val="Normal"/>
    <w:link w:val="NamesChar"/>
    <w:qFormat/>
    <w:pPr>
      <w:spacing w:after="0" w:line="240" w:lineRule="auto"/>
    </w:pPr>
    <w:rPr>
      <w:rFonts w:asciiTheme="majorHAnsi" w:eastAsiaTheme="minorHAnsi" w:hAnsiTheme="majorHAnsi"/>
      <w:color w:val="000000" w:themeColor="text1"/>
      <w:sz w:val="24"/>
    </w:rPr>
  </w:style>
  <w:style w:type="character" w:customStyle="1" w:styleId="NamesChar">
    <w:name w:val="Names Char"/>
    <w:basedOn w:val="DefaultParagraphFont"/>
    <w:link w:val="Names"/>
    <w:rPr>
      <w:rFonts w:asciiTheme="majorHAnsi" w:eastAsiaTheme="minorHAnsi" w:hAnsiTheme="majorHAnsi"/>
      <w:color w:val="000000" w:themeColor="text1"/>
      <w:sz w:val="24"/>
    </w:rPr>
  </w:style>
  <w:style w:type="paragraph" w:customStyle="1" w:styleId="25CA25B3AD4A47C7A8C5E14645AF6660">
    <w:name w:val="25CA25B3AD4A47C7A8C5E14645AF6660"/>
  </w:style>
  <w:style w:type="paragraph" w:customStyle="1" w:styleId="2F04CF6E31F744FFAC23BA03E33CFFD6">
    <w:name w:val="2F04CF6E31F744FFAC23BA03E33CFFD6"/>
  </w:style>
  <w:style w:type="paragraph" w:customStyle="1" w:styleId="FE80D3DDE714441D90A34587A0E7196B">
    <w:name w:val="FE80D3DDE714441D90A34587A0E7196B"/>
  </w:style>
  <w:style w:type="paragraph" w:customStyle="1" w:styleId="16B337BDCE8F43FB998693E927CD2AD3">
    <w:name w:val="16B337BDCE8F43FB998693E927CD2AD3"/>
  </w:style>
  <w:style w:type="paragraph" w:customStyle="1" w:styleId="F4AC59A153E84BDB8176AC9C39F73E20">
    <w:name w:val="F4AC59A153E84BDB8176AC9C39F73E20"/>
  </w:style>
  <w:style w:type="paragraph" w:customStyle="1" w:styleId="E64FE9A60C61487CAB744BC868FAAA0A">
    <w:name w:val="E64FE9A60C61487CAB744BC868FAAA0A"/>
  </w:style>
  <w:style w:type="paragraph" w:customStyle="1" w:styleId="SchoolActivities">
    <w:name w:val="School Activities"/>
    <w:basedOn w:val="Normal"/>
    <w:link w:val="SchoolActivitiesChar"/>
    <w:qFormat/>
    <w:pPr>
      <w:spacing w:after="0" w:line="240" w:lineRule="auto"/>
    </w:pPr>
    <w:rPr>
      <w:rFonts w:eastAsiaTheme="minorHAnsi"/>
      <w:sz w:val="18"/>
    </w:rPr>
  </w:style>
  <w:style w:type="character" w:customStyle="1" w:styleId="SchoolActivitiesChar">
    <w:name w:val="School Activities Char"/>
    <w:basedOn w:val="DefaultParagraphFont"/>
    <w:link w:val="SchoolActivities"/>
    <w:rPr>
      <w:rFonts w:eastAsiaTheme="minorHAnsi"/>
      <w:sz w:val="18"/>
    </w:rPr>
  </w:style>
  <w:style w:type="paragraph" w:customStyle="1" w:styleId="2ABB01627431472588AC896ACCD8B174">
    <w:name w:val="2ABB01627431472588AC896ACCD8B174"/>
  </w:style>
  <w:style w:type="paragraph" w:customStyle="1" w:styleId="85EA564EB0E54B53BA38E749335955BA">
    <w:name w:val="85EA564EB0E54B53BA38E749335955BA"/>
  </w:style>
  <w:style w:type="paragraph" w:customStyle="1" w:styleId="44211BD016BC4ECC8C4D8F8F3E77A682">
    <w:name w:val="44211BD016BC4ECC8C4D8F8F3E77A682"/>
  </w:style>
  <w:style w:type="character" w:customStyle="1" w:styleId="dates">
    <w:name w:val="dates"/>
    <w:basedOn w:val="DefaultParagraphFont"/>
    <w:uiPriority w:val="1"/>
    <w:qFormat/>
    <w:rPr>
      <w:rFonts w:asciiTheme="minorHAnsi" w:hAnsiTheme="minorHAnsi"/>
      <w:b/>
      <w:color w:val="FFFFFF" w:themeColor="background1"/>
      <w:sz w:val="20"/>
    </w:rPr>
  </w:style>
  <w:style w:type="paragraph" w:customStyle="1" w:styleId="6955A889BF9742739F9854975B28C304">
    <w:name w:val="6955A889BF9742739F9854975B28C3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90DD1-56E3-4E18-9558-E3B9F97D60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12C83-F32D-4A3F-82AF-678F4D4B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ClassCalendar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calendar</vt:lpstr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calendar</dc:title>
  <dc:creator>Drew, Crystal</dc:creator>
  <cp:lastModifiedBy>Drew, Crystal</cp:lastModifiedBy>
  <cp:revision>3</cp:revision>
  <cp:lastPrinted>2013-02-12T13:31:00Z</cp:lastPrinted>
  <dcterms:created xsi:type="dcterms:W3CDTF">2013-02-20T19:20:00Z</dcterms:created>
  <dcterms:modified xsi:type="dcterms:W3CDTF">2013-02-20T19:21:00Z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TC103716119990</vt:lpwstr>
  </property>
</Properties>
</file>